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81149" w14:textId="77777777" w:rsidR="006E5D65" w:rsidRPr="00FF7544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FF7544">
        <w:rPr>
          <w:rFonts w:ascii="Corbel" w:hAnsi="Corbel" w:cstheme="minorHAnsi"/>
          <w:b/>
          <w:bCs/>
        </w:rPr>
        <w:t xml:space="preserve">   </w:t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D8678B" w:rsidRPr="00FF7544">
        <w:rPr>
          <w:rFonts w:ascii="Corbel" w:hAnsi="Corbel" w:cstheme="minorHAnsi"/>
          <w:bCs/>
          <w:i/>
        </w:rPr>
        <w:t xml:space="preserve">Załącznik nr </w:t>
      </w:r>
      <w:r w:rsidR="006F31E2" w:rsidRPr="00FF7544">
        <w:rPr>
          <w:rFonts w:ascii="Corbel" w:hAnsi="Corbel" w:cstheme="minorHAnsi"/>
          <w:bCs/>
          <w:i/>
        </w:rPr>
        <w:t>1.5</w:t>
      </w:r>
      <w:r w:rsidR="00D8678B" w:rsidRPr="00FF7544">
        <w:rPr>
          <w:rFonts w:ascii="Corbel" w:hAnsi="Corbel" w:cstheme="minorHAnsi"/>
          <w:bCs/>
          <w:i/>
        </w:rPr>
        <w:t xml:space="preserve"> do Zarządzenia</w:t>
      </w:r>
      <w:r w:rsidR="002A22BF" w:rsidRPr="00FF7544">
        <w:rPr>
          <w:rFonts w:ascii="Corbel" w:hAnsi="Corbel" w:cstheme="minorHAnsi"/>
          <w:bCs/>
          <w:i/>
        </w:rPr>
        <w:t xml:space="preserve"> Rektora UR </w:t>
      </w:r>
      <w:r w:rsidR="00CD6897" w:rsidRPr="00FF7544">
        <w:rPr>
          <w:rFonts w:ascii="Corbel" w:hAnsi="Corbel" w:cstheme="minorHAnsi"/>
          <w:bCs/>
          <w:i/>
        </w:rPr>
        <w:t xml:space="preserve"> nr </w:t>
      </w:r>
      <w:r w:rsidR="00F17567" w:rsidRPr="00FF7544">
        <w:rPr>
          <w:rFonts w:ascii="Corbel" w:hAnsi="Corbel" w:cstheme="minorHAnsi"/>
          <w:bCs/>
          <w:i/>
        </w:rPr>
        <w:t>12/2019</w:t>
      </w:r>
    </w:p>
    <w:p w14:paraId="19ABEA2D" w14:textId="77777777" w:rsidR="0085747A" w:rsidRPr="00FF754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F7544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3436CDA" w14:textId="7783AAF8" w:rsidR="0085747A" w:rsidRPr="00FF7544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F754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F7544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6C6FAF" w:rsidRPr="00FF7544">
        <w:rPr>
          <w:rFonts w:ascii="Corbel" w:hAnsi="Corbel" w:cstheme="minorHAnsi"/>
          <w:b/>
          <w:smallCaps/>
          <w:sz w:val="24"/>
          <w:szCs w:val="24"/>
        </w:rPr>
        <w:t>202</w:t>
      </w:r>
      <w:r w:rsidR="00CA7EF5" w:rsidRPr="00FF7544">
        <w:rPr>
          <w:rFonts w:ascii="Corbel" w:hAnsi="Corbel" w:cstheme="minorHAnsi"/>
          <w:b/>
          <w:smallCaps/>
          <w:sz w:val="24"/>
          <w:szCs w:val="24"/>
        </w:rPr>
        <w:t>2</w:t>
      </w:r>
      <w:r w:rsidR="00FF7544" w:rsidRPr="00FF7544">
        <w:rPr>
          <w:rFonts w:ascii="Corbel" w:hAnsi="Corbel" w:cstheme="minorHAnsi"/>
          <w:b/>
          <w:smallCaps/>
          <w:sz w:val="24"/>
          <w:szCs w:val="24"/>
        </w:rPr>
        <w:t>-</w:t>
      </w:r>
      <w:r w:rsidR="008F70AB" w:rsidRPr="00FF7544">
        <w:rPr>
          <w:rFonts w:ascii="Corbel" w:hAnsi="Corbel" w:cstheme="minorHAnsi"/>
          <w:b/>
          <w:smallCaps/>
          <w:sz w:val="24"/>
          <w:szCs w:val="24"/>
        </w:rPr>
        <w:t>20</w:t>
      </w:r>
      <w:r w:rsidR="0005454B" w:rsidRPr="00FF7544">
        <w:rPr>
          <w:rFonts w:ascii="Corbel" w:hAnsi="Corbel" w:cstheme="minorHAnsi"/>
          <w:b/>
          <w:smallCaps/>
          <w:sz w:val="24"/>
          <w:szCs w:val="24"/>
        </w:rPr>
        <w:t>2</w:t>
      </w:r>
      <w:r w:rsidR="00CA7EF5" w:rsidRPr="00FF7544">
        <w:rPr>
          <w:rFonts w:ascii="Corbel" w:hAnsi="Corbel" w:cstheme="minorHAnsi"/>
          <w:b/>
          <w:smallCaps/>
          <w:sz w:val="24"/>
          <w:szCs w:val="24"/>
        </w:rPr>
        <w:t>5</w:t>
      </w:r>
    </w:p>
    <w:p w14:paraId="7CB3E359" w14:textId="77777777" w:rsidR="0085747A" w:rsidRPr="00FF7544" w:rsidRDefault="00EA4832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FF7544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F7544">
        <w:rPr>
          <w:rFonts w:ascii="Corbel" w:hAnsi="Corbel" w:cstheme="minorHAnsi"/>
          <w:i/>
          <w:sz w:val="20"/>
          <w:szCs w:val="20"/>
        </w:rPr>
        <w:t>(skrajne daty</w:t>
      </w:r>
      <w:r w:rsidR="0085747A" w:rsidRPr="00FF7544">
        <w:rPr>
          <w:rFonts w:ascii="Corbel" w:hAnsi="Corbel" w:cstheme="minorHAnsi"/>
          <w:sz w:val="20"/>
          <w:szCs w:val="20"/>
        </w:rPr>
        <w:t>)</w:t>
      </w:r>
    </w:p>
    <w:p w14:paraId="1C25CCCA" w14:textId="4B99B739" w:rsidR="00445970" w:rsidRPr="00FF7544" w:rsidRDefault="00445970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  <w:t xml:space="preserve">Rok akademicki   </w:t>
      </w:r>
      <w:r w:rsidR="006C6FAF" w:rsidRPr="00FF7544">
        <w:rPr>
          <w:rFonts w:ascii="Corbel" w:hAnsi="Corbel" w:cstheme="minorHAnsi"/>
          <w:sz w:val="20"/>
          <w:szCs w:val="20"/>
        </w:rPr>
        <w:t>202</w:t>
      </w:r>
      <w:r w:rsidR="00CA7EF5" w:rsidRPr="00FF7544">
        <w:rPr>
          <w:rFonts w:ascii="Corbel" w:hAnsi="Corbel" w:cstheme="minorHAnsi"/>
          <w:sz w:val="20"/>
          <w:szCs w:val="20"/>
        </w:rPr>
        <w:t>2</w:t>
      </w:r>
      <w:r w:rsidR="006C6FAF" w:rsidRPr="00FF7544">
        <w:rPr>
          <w:rFonts w:ascii="Corbel" w:hAnsi="Corbel" w:cstheme="minorHAnsi"/>
          <w:sz w:val="20"/>
          <w:szCs w:val="20"/>
        </w:rPr>
        <w:t>/202</w:t>
      </w:r>
      <w:r w:rsidR="00CA7EF5" w:rsidRPr="00FF7544">
        <w:rPr>
          <w:rFonts w:ascii="Corbel" w:hAnsi="Corbel" w:cstheme="minorHAnsi"/>
          <w:sz w:val="20"/>
          <w:szCs w:val="20"/>
        </w:rPr>
        <w:t>3</w:t>
      </w:r>
    </w:p>
    <w:p w14:paraId="712E13CF" w14:textId="77777777" w:rsidR="0085747A" w:rsidRPr="00FF754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0FBACF68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F7544">
        <w:rPr>
          <w:rFonts w:ascii="Corbel" w:hAnsi="Corbel" w:cstheme="minorHAnsi"/>
          <w:szCs w:val="24"/>
        </w:rPr>
        <w:t xml:space="preserve">1. </w:t>
      </w:r>
      <w:r w:rsidR="0085747A" w:rsidRPr="00FF7544">
        <w:rPr>
          <w:rFonts w:ascii="Corbel" w:hAnsi="Corbel" w:cstheme="minorHAnsi"/>
          <w:szCs w:val="24"/>
        </w:rPr>
        <w:t xml:space="preserve">Podstawowe </w:t>
      </w:r>
      <w:r w:rsidR="00445970" w:rsidRPr="00FF754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F7544" w14:paraId="5E0C1324" w14:textId="77777777" w:rsidTr="00B819C8">
        <w:tc>
          <w:tcPr>
            <w:tcW w:w="2694" w:type="dxa"/>
            <w:vAlign w:val="center"/>
          </w:tcPr>
          <w:p w14:paraId="0CB38F24" w14:textId="77777777" w:rsidR="0085747A" w:rsidRPr="00FF75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7210F" w14:textId="77777777" w:rsidR="0085747A" w:rsidRPr="00FA3876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bookmarkStart w:id="0" w:name="_GoBack"/>
            <w:r w:rsidRPr="00FA3876">
              <w:rPr>
                <w:rFonts w:ascii="Corbel" w:hAnsi="Corbel" w:cstheme="minorHAnsi"/>
                <w:sz w:val="24"/>
                <w:szCs w:val="24"/>
              </w:rPr>
              <w:t>Psychologia społeczna</w:t>
            </w:r>
            <w:bookmarkEnd w:id="0"/>
          </w:p>
        </w:tc>
      </w:tr>
      <w:tr w:rsidR="0085747A" w:rsidRPr="00FF7544" w14:paraId="6A4C5287" w14:textId="77777777" w:rsidTr="00B819C8">
        <w:tc>
          <w:tcPr>
            <w:tcW w:w="2694" w:type="dxa"/>
            <w:vAlign w:val="center"/>
          </w:tcPr>
          <w:p w14:paraId="10472BFD" w14:textId="77777777" w:rsidR="0085747A" w:rsidRPr="00FF75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FF7544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6F4F92" w14:textId="77777777" w:rsidR="0085747A" w:rsidRPr="00FF75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FF7544" w14:paraId="0827CEFD" w14:textId="77777777" w:rsidTr="00B819C8">
        <w:tc>
          <w:tcPr>
            <w:tcW w:w="2694" w:type="dxa"/>
            <w:vAlign w:val="center"/>
          </w:tcPr>
          <w:p w14:paraId="0D06F19E" w14:textId="7D62E85C" w:rsidR="0085747A" w:rsidRPr="00FF7544" w:rsidRDefault="00CA7E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FF7544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FF75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F571" w14:textId="77777777" w:rsidR="0085747A" w:rsidRPr="00FF7544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F7544" w14:paraId="0BDF9AEB" w14:textId="77777777" w:rsidTr="00B819C8">
        <w:tc>
          <w:tcPr>
            <w:tcW w:w="2694" w:type="dxa"/>
            <w:vAlign w:val="center"/>
          </w:tcPr>
          <w:p w14:paraId="7A3C78B4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EF8573" w14:textId="77777777" w:rsidR="0085747A" w:rsidRPr="00FF7544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F7544" w14:paraId="0248C41D" w14:textId="77777777" w:rsidTr="00B819C8">
        <w:tc>
          <w:tcPr>
            <w:tcW w:w="2694" w:type="dxa"/>
            <w:vAlign w:val="center"/>
          </w:tcPr>
          <w:p w14:paraId="1C46F2E1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E05C7B" w14:textId="77777777" w:rsidR="0085747A" w:rsidRPr="00FF7544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Pedagogika, sp. </w:t>
            </w:r>
            <w:r w:rsidR="006A02D5" w:rsidRPr="00FF7544">
              <w:rPr>
                <w:rFonts w:ascii="Corbel" w:hAnsi="Corbel" w:cstheme="minorHAnsi"/>
                <w:b w:val="0"/>
                <w:sz w:val="24"/>
                <w:szCs w:val="24"/>
              </w:rPr>
              <w:t>Pedagogika</w:t>
            </w:r>
            <w:r w:rsidR="00F2123C"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FF7544" w14:paraId="6F14B365" w14:textId="77777777" w:rsidTr="00B819C8">
        <w:tc>
          <w:tcPr>
            <w:tcW w:w="2694" w:type="dxa"/>
            <w:vAlign w:val="center"/>
          </w:tcPr>
          <w:p w14:paraId="3C982F74" w14:textId="77777777" w:rsidR="0085747A" w:rsidRPr="00FF75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14159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</w:p>
        </w:tc>
      </w:tr>
      <w:tr w:rsidR="0085747A" w:rsidRPr="00FF7544" w14:paraId="7E9D9772" w14:textId="77777777" w:rsidTr="00B819C8">
        <w:tc>
          <w:tcPr>
            <w:tcW w:w="2694" w:type="dxa"/>
            <w:vAlign w:val="center"/>
          </w:tcPr>
          <w:p w14:paraId="08330F26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D8D62F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F7544" w14:paraId="3CCD2B18" w14:textId="77777777" w:rsidTr="00B819C8">
        <w:tc>
          <w:tcPr>
            <w:tcW w:w="2694" w:type="dxa"/>
            <w:vAlign w:val="center"/>
          </w:tcPr>
          <w:p w14:paraId="7EC7F077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0EF67" w14:textId="011BCCD3" w:rsidR="0085747A" w:rsidRPr="00FF7544" w:rsidRDefault="0014178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8F70AB" w:rsidRPr="00FF7544">
              <w:rPr>
                <w:rFonts w:ascii="Corbel" w:hAnsi="Corbel" w:cstheme="minorHAnsi"/>
                <w:b w:val="0"/>
                <w:sz w:val="24"/>
                <w:szCs w:val="24"/>
              </w:rPr>
              <w:t>tacjonarn</w:t>
            </w:r>
            <w:r w:rsidR="00CA7EF5" w:rsidRPr="00FF7544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85747A" w:rsidRPr="00FF7544" w14:paraId="33AE610A" w14:textId="77777777" w:rsidTr="00B819C8">
        <w:tc>
          <w:tcPr>
            <w:tcW w:w="2694" w:type="dxa"/>
            <w:vAlign w:val="center"/>
          </w:tcPr>
          <w:p w14:paraId="25FB080B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FF7544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05D0C" w14:textId="77777777" w:rsidR="0085747A" w:rsidRPr="00FF7544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I/</w:t>
            </w:r>
            <w:r w:rsidR="00817A2C" w:rsidRPr="00FF7544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="0085747A" w:rsidRPr="00FF7544" w14:paraId="3B270946" w14:textId="77777777" w:rsidTr="00B819C8">
        <w:tc>
          <w:tcPr>
            <w:tcW w:w="2694" w:type="dxa"/>
            <w:vAlign w:val="center"/>
          </w:tcPr>
          <w:p w14:paraId="43CD81A4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35595" w14:textId="01150F83" w:rsidR="0085747A" w:rsidRPr="00FF7544" w:rsidRDefault="00CA7E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F7544" w14:paraId="7D627708" w14:textId="77777777" w:rsidTr="00B819C8">
        <w:tc>
          <w:tcPr>
            <w:tcW w:w="2694" w:type="dxa"/>
            <w:vAlign w:val="center"/>
          </w:tcPr>
          <w:p w14:paraId="639B9B98" w14:textId="77777777" w:rsidR="00923D7D" w:rsidRPr="00FF75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CF5E6" w14:textId="77777777" w:rsidR="00923D7D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FF7544" w14:paraId="0B7ED29A" w14:textId="77777777" w:rsidTr="00B819C8">
        <w:tc>
          <w:tcPr>
            <w:tcW w:w="2694" w:type="dxa"/>
            <w:vAlign w:val="center"/>
          </w:tcPr>
          <w:p w14:paraId="457D5F1F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13C8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dr hab. Andrzej Łukasik</w:t>
            </w:r>
            <w:r w:rsidR="00957FE4" w:rsidRPr="00FF7544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85747A" w:rsidRPr="00FF7544" w14:paraId="15A8DACB" w14:textId="77777777" w:rsidTr="00B819C8">
        <w:tc>
          <w:tcPr>
            <w:tcW w:w="2694" w:type="dxa"/>
            <w:vAlign w:val="center"/>
          </w:tcPr>
          <w:p w14:paraId="1B6203A3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245B4" w14:textId="77777777" w:rsidR="0085747A" w:rsidRPr="00FF7544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09DE4D67" w14:textId="77777777" w:rsidR="0085747A" w:rsidRPr="00FF75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* </w:t>
      </w:r>
      <w:r w:rsidRPr="00FF7544">
        <w:rPr>
          <w:rFonts w:ascii="Corbel" w:hAnsi="Corbel" w:cstheme="minorHAnsi"/>
          <w:i/>
          <w:sz w:val="24"/>
          <w:szCs w:val="24"/>
        </w:rPr>
        <w:t>-</w:t>
      </w:r>
      <w:r w:rsidR="00B90885" w:rsidRPr="00FF754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F7544">
        <w:rPr>
          <w:rFonts w:ascii="Corbel" w:hAnsi="Corbel" w:cstheme="minorHAnsi"/>
          <w:b w:val="0"/>
          <w:sz w:val="24"/>
          <w:szCs w:val="24"/>
        </w:rPr>
        <w:t>e,</w:t>
      </w:r>
      <w:r w:rsidRPr="00FF7544">
        <w:rPr>
          <w:rFonts w:ascii="Corbel" w:hAnsi="Corbel" w:cstheme="minorHAnsi"/>
          <w:i/>
          <w:sz w:val="24"/>
          <w:szCs w:val="24"/>
        </w:rPr>
        <w:t xml:space="preserve"> </w:t>
      </w:r>
      <w:r w:rsidRPr="00FF754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F754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304C2FFA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75D94F33" w14:textId="77777777" w:rsidR="0085747A" w:rsidRPr="00FF754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>1.</w:t>
      </w:r>
      <w:r w:rsidR="00E22FBC" w:rsidRPr="00FF7544">
        <w:rPr>
          <w:rFonts w:ascii="Corbel" w:hAnsi="Corbel" w:cstheme="minorHAnsi"/>
          <w:sz w:val="24"/>
          <w:szCs w:val="24"/>
        </w:rPr>
        <w:t>1</w:t>
      </w:r>
      <w:r w:rsidRPr="00FF754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2CC05F60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F7544" w14:paraId="04EC79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57D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Semestr</w:t>
            </w:r>
          </w:p>
          <w:p w14:paraId="05348E6C" w14:textId="77777777" w:rsidR="00015B8F" w:rsidRPr="00FF75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(</w:t>
            </w:r>
            <w:r w:rsidR="00363F78" w:rsidRPr="00FF754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8D3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4B3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00F5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C2B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B0F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F55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14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F754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A4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08BF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FF7544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FF7544">
              <w:rPr>
                <w:rFonts w:ascii="Corbel" w:hAnsi="Corbel" w:cstheme="minorHAnsi"/>
                <w:b/>
                <w:szCs w:val="24"/>
              </w:rPr>
              <w:t>.</w:t>
            </w:r>
            <w:r w:rsidRPr="00FF7544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FF7544" w14:paraId="24B3F7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D69D" w14:textId="77777777" w:rsidR="00015B8F" w:rsidRPr="00FF7544" w:rsidRDefault="00817A2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3EA4" w14:textId="282849C2" w:rsidR="00015B8F" w:rsidRPr="00FF7544" w:rsidRDefault="0014178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24A" w14:textId="6990EF55" w:rsidR="00015B8F" w:rsidRPr="00FF7544" w:rsidRDefault="0014178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6C43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5D7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83B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21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08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D5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80" w14:textId="57199C17" w:rsidR="00015B8F" w:rsidRPr="00FF7544" w:rsidRDefault="00CA7EF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30395F" w:rsidRPr="00FF7544" w14:paraId="0B1CEE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BDE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D120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6B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D10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596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CDE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2B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D843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3C8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9CC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6FEE7C26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B1DB3E5" w14:textId="77777777" w:rsidR="00923D7D" w:rsidRPr="00FF754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D8B15DC" w14:textId="77777777" w:rsidR="0085747A" w:rsidRPr="00FF75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1.</w:t>
      </w:r>
      <w:r w:rsidR="00E22FBC" w:rsidRPr="00FF7544">
        <w:rPr>
          <w:rFonts w:ascii="Corbel" w:hAnsi="Corbel" w:cstheme="minorHAnsi"/>
          <w:smallCaps w:val="0"/>
          <w:szCs w:val="24"/>
        </w:rPr>
        <w:t>2</w:t>
      </w:r>
      <w:r w:rsidR="00F83B28" w:rsidRPr="00FF7544">
        <w:rPr>
          <w:rFonts w:ascii="Corbel" w:hAnsi="Corbel" w:cstheme="minorHAnsi"/>
          <w:smallCaps w:val="0"/>
          <w:szCs w:val="24"/>
        </w:rPr>
        <w:t>.</w:t>
      </w:r>
      <w:r w:rsidR="00F83B28" w:rsidRPr="00FF7544">
        <w:rPr>
          <w:rFonts w:ascii="Corbel" w:hAnsi="Corbel" w:cstheme="minorHAnsi"/>
          <w:smallCaps w:val="0"/>
          <w:szCs w:val="24"/>
        </w:rPr>
        <w:tab/>
      </w:r>
      <w:r w:rsidRPr="00FF754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4BD25F34" w14:textId="77777777" w:rsidR="0085747A" w:rsidRPr="00FF7544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FF7544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FF7544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14:paraId="609B3644" w14:textId="77777777" w:rsidR="0085747A" w:rsidRPr="00FF7544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Segoe UI Symbol" w:eastAsia="MS Gothic" w:hAnsi="Segoe UI Symbol" w:cs="Segoe UI Symbol"/>
          <w:b w:val="0"/>
          <w:szCs w:val="24"/>
        </w:rPr>
        <w:t>☐</w:t>
      </w:r>
      <w:r w:rsidRPr="00FF7544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7DA984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8DD0C7D" w14:textId="14AA9FAD" w:rsidR="00E22FBC" w:rsidRPr="00FF75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F7544">
        <w:rPr>
          <w:rFonts w:ascii="Corbel" w:hAnsi="Corbel" w:cstheme="minorHAnsi"/>
          <w:smallCaps w:val="0"/>
          <w:szCs w:val="24"/>
        </w:rPr>
        <w:tab/>
      </w:r>
      <w:r w:rsidRPr="00FF7544">
        <w:rPr>
          <w:rFonts w:ascii="Corbel" w:hAnsi="Corbel" w:cstheme="minorHAnsi"/>
          <w:smallCaps w:val="0"/>
          <w:szCs w:val="24"/>
        </w:rPr>
        <w:t>For</w:t>
      </w:r>
      <w:r w:rsidR="00445970" w:rsidRPr="00FF754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F7544">
        <w:rPr>
          <w:rFonts w:ascii="Corbel" w:hAnsi="Corbel" w:cstheme="minorHAnsi"/>
          <w:smallCaps w:val="0"/>
          <w:szCs w:val="24"/>
        </w:rPr>
        <w:t xml:space="preserve"> (z toku) </w:t>
      </w:r>
    </w:p>
    <w:p w14:paraId="7334E196" w14:textId="77777777" w:rsidR="007916D1" w:rsidRPr="00FF7544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Egzamin</w:t>
      </w:r>
    </w:p>
    <w:p w14:paraId="4EBF30F3" w14:textId="77777777" w:rsidR="009C54AE" w:rsidRPr="00FF7544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7C5C50E" w14:textId="77777777" w:rsidR="00E960BB" w:rsidRPr="00FF754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9255758" w14:textId="77777777" w:rsidR="00E960BB" w:rsidRPr="00FF754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F7544" w14:paraId="50F28E95" w14:textId="77777777" w:rsidTr="00745302">
        <w:tc>
          <w:tcPr>
            <w:tcW w:w="9670" w:type="dxa"/>
          </w:tcPr>
          <w:p w14:paraId="489499B8" w14:textId="0EF4C53F" w:rsidR="0085747A" w:rsidRPr="00FF7544" w:rsidRDefault="007916D1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CA7EF5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</w:t>
            </w:r>
            <w:r w:rsidR="00891D0C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rzedmiotu Wprowadzenie do psychologii</w:t>
            </w: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07D9FE04" w14:textId="77777777" w:rsidR="0085747A" w:rsidRPr="00FF7544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54CDA3" w14:textId="77777777" w:rsidR="00153C41" w:rsidRPr="00FF7544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461A215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szCs w:val="24"/>
        </w:rPr>
        <w:t>3.</w:t>
      </w:r>
      <w:r w:rsidR="0085747A" w:rsidRPr="00FF7544">
        <w:rPr>
          <w:rFonts w:ascii="Corbel" w:hAnsi="Corbel" w:cstheme="minorHAnsi"/>
          <w:szCs w:val="24"/>
        </w:rPr>
        <w:t xml:space="preserve"> </w:t>
      </w:r>
      <w:r w:rsidR="00A84C85" w:rsidRPr="00FF7544">
        <w:rPr>
          <w:rFonts w:ascii="Corbel" w:hAnsi="Corbel" w:cstheme="minorHAnsi"/>
          <w:szCs w:val="24"/>
        </w:rPr>
        <w:t>cele, efekty uczenia się</w:t>
      </w:r>
      <w:r w:rsidR="0085747A" w:rsidRPr="00FF7544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093DE7C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3CB3999" w14:textId="77777777" w:rsidR="0085747A" w:rsidRPr="00FF754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3.1 </w:t>
      </w:r>
      <w:r w:rsidR="00C05F44" w:rsidRPr="00FF7544">
        <w:rPr>
          <w:rFonts w:ascii="Corbel" w:hAnsi="Corbel" w:cstheme="minorHAnsi"/>
          <w:sz w:val="24"/>
          <w:szCs w:val="24"/>
        </w:rPr>
        <w:t>Cele przedmiotu</w:t>
      </w:r>
    </w:p>
    <w:p w14:paraId="566D9AD7" w14:textId="77777777" w:rsidR="00D35B76" w:rsidRPr="00FF7544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FF7544" w14:paraId="55D6A5EC" w14:textId="77777777" w:rsidTr="00E174FD">
        <w:tc>
          <w:tcPr>
            <w:tcW w:w="675" w:type="dxa"/>
            <w:vAlign w:val="center"/>
          </w:tcPr>
          <w:p w14:paraId="45DA187A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E9C926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>dostarczanie podstawowej wiedzy</w:t>
            </w:r>
            <w:r w:rsidR="00891D0C"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</w:t>
            </w:r>
            <w:r w:rsidR="00074F81" w:rsidRPr="00FF7544">
              <w:rPr>
                <w:rFonts w:ascii="Corbel" w:hAnsi="Corbel" w:cstheme="minorHAnsi"/>
                <w:bCs/>
                <w:sz w:val="24"/>
                <w:szCs w:val="24"/>
              </w:rPr>
              <w:t>teoretycznej i terminologicznej</w:t>
            </w: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FF7544" w14:paraId="4241B533" w14:textId="77777777" w:rsidTr="00E174FD">
        <w:tc>
          <w:tcPr>
            <w:tcW w:w="675" w:type="dxa"/>
            <w:vAlign w:val="center"/>
          </w:tcPr>
          <w:p w14:paraId="26A836E3" w14:textId="77777777" w:rsidR="00D35B76" w:rsidRPr="00FF754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E4E6860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FF7544">
              <w:rPr>
                <w:rFonts w:ascii="Corbel" w:hAnsi="Corbel" w:cstheme="minorHAnsi"/>
                <w:bCs/>
                <w:sz w:val="24"/>
                <w:szCs w:val="24"/>
              </w:rPr>
              <w:t>społecznej</w:t>
            </w:r>
          </w:p>
          <w:p w14:paraId="4106F069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D35B76" w:rsidRPr="00FF7544" w14:paraId="3F75C2A6" w14:textId="77777777" w:rsidTr="00E174FD">
        <w:tc>
          <w:tcPr>
            <w:tcW w:w="675" w:type="dxa"/>
            <w:vAlign w:val="center"/>
          </w:tcPr>
          <w:p w14:paraId="6DD1432F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00B643A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14:paraId="2010CC2E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D35B76" w:rsidRPr="00FF7544" w14:paraId="4857B7AC" w14:textId="77777777" w:rsidTr="00E174FD">
        <w:tc>
          <w:tcPr>
            <w:tcW w:w="675" w:type="dxa"/>
            <w:vAlign w:val="center"/>
          </w:tcPr>
          <w:p w14:paraId="23B92E27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2C4B76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 w:cstheme="minorHAnsi"/>
                <w:b w:val="0"/>
                <w:sz w:val="24"/>
                <w:szCs w:val="24"/>
                <w:lang w:eastAsia="en-US"/>
              </w:rPr>
            </w:pPr>
            <w:r w:rsidRPr="00FF7544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14:paraId="682E1819" w14:textId="77777777" w:rsidR="00D35B76" w:rsidRPr="00FF7544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p w14:paraId="4B5F7663" w14:textId="2982DD5C" w:rsidR="001132F3" w:rsidRPr="00FF7544" w:rsidRDefault="001132F3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FF7544">
        <w:rPr>
          <w:rFonts w:ascii="Corbel" w:hAnsi="Corbel" w:cstheme="minorHAnsi"/>
          <w:sz w:val="24"/>
          <w:szCs w:val="24"/>
        </w:rPr>
        <w:t xml:space="preserve"> </w:t>
      </w:r>
    </w:p>
    <w:p w14:paraId="1C72E1A0" w14:textId="77777777" w:rsidR="009367A1" w:rsidRPr="00FF7544" w:rsidRDefault="009367A1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284D7EBF" w14:textId="77777777" w:rsidR="00F83B28" w:rsidRPr="00FF754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D35B76" w:rsidRPr="00FF7544" w14:paraId="7907DC63" w14:textId="77777777" w:rsidTr="00E174FD">
        <w:tc>
          <w:tcPr>
            <w:tcW w:w="1701" w:type="dxa"/>
          </w:tcPr>
          <w:p w14:paraId="40042381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 efekt kształcenia)</w:t>
            </w:r>
          </w:p>
          <w:p w14:paraId="79D2D597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3B87DCD" w14:textId="77777777" w:rsidR="00D35B76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14:paraId="2858F7DF" w14:textId="72C77317" w:rsidR="001F0145" w:rsidRPr="00FF7544" w:rsidRDefault="001F0145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829DCC8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FF7544">
              <w:rPr>
                <w:rFonts w:ascii="Corbel" w:hAnsi="Corbel" w:cstheme="minorHAnsi"/>
                <w:smallCaps w:val="0"/>
                <w:szCs w:val="24"/>
              </w:rPr>
              <w:t>(KEK)</w:t>
            </w:r>
          </w:p>
        </w:tc>
      </w:tr>
      <w:tr w:rsidR="007F476F" w:rsidRPr="00FF7544" w14:paraId="4E3AA3E8" w14:textId="77777777" w:rsidTr="00E174FD">
        <w:tc>
          <w:tcPr>
            <w:tcW w:w="1701" w:type="dxa"/>
          </w:tcPr>
          <w:p w14:paraId="3D9ECC5C" w14:textId="77777777" w:rsidR="007F476F" w:rsidRPr="00FF7544" w:rsidRDefault="00FE34F5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14:paraId="1012ABC8" w14:textId="77F89174" w:rsidR="007F476F" w:rsidRPr="00FF7544" w:rsidRDefault="001F0145" w:rsidP="00A215D2">
            <w:pPr>
              <w:pStyle w:val="Bezodstpw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Z</w:t>
            </w:r>
            <w:r w:rsidR="005338A3" w:rsidRPr="00FF7544">
              <w:rPr>
                <w:rFonts w:ascii="Corbel" w:hAnsi="Corbel" w:cstheme="minorHAnsi"/>
              </w:rPr>
              <w:t>definiuje pojęcie grupy, wymieni i  omówi podstawowe cechy</w:t>
            </w:r>
            <w:r w:rsidR="00732A9C" w:rsidRPr="00FF7544">
              <w:rPr>
                <w:rFonts w:ascii="Corbel" w:hAnsi="Corbel" w:cstheme="minorHAnsi"/>
              </w:rPr>
              <w:t xml:space="preserve"> strukturalnej definicji grupy. </w:t>
            </w:r>
            <w:r w:rsidR="00005F37" w:rsidRPr="00FF7544">
              <w:rPr>
                <w:rFonts w:ascii="Corbel" w:hAnsi="Corbel" w:cstheme="minorHAnsi"/>
              </w:rPr>
              <w:t xml:space="preserve">Student wymieni </w:t>
            </w:r>
            <w:r w:rsidR="000B70A5" w:rsidRPr="00FF7544">
              <w:rPr>
                <w:rFonts w:ascii="Corbel" w:hAnsi="Corbel" w:cstheme="minorHAnsi"/>
              </w:rPr>
              <w:t xml:space="preserve"> i omówi etapy kształtowania grupy. </w:t>
            </w:r>
            <w:r w:rsidR="00732A9C" w:rsidRPr="00FF7544">
              <w:rPr>
                <w:rFonts w:ascii="Corbel" w:hAnsi="Corbel" w:cstheme="minorHAnsi"/>
              </w:rPr>
              <w:t>Student zdefiniuje pojęcie socjalizacji</w:t>
            </w:r>
            <w:r w:rsidR="00FE34F5" w:rsidRPr="00FF7544">
              <w:rPr>
                <w:rFonts w:ascii="Corbel" w:hAnsi="Corbel" w:cstheme="minorHAnsi"/>
              </w:rPr>
              <w:t>, rozróżni poziomy socjalizacji</w:t>
            </w:r>
            <w:r w:rsidR="0055258D" w:rsidRPr="00FF7544">
              <w:rPr>
                <w:rFonts w:ascii="Corbel" w:hAnsi="Corbel" w:cstheme="minorHAnsi"/>
              </w:rPr>
              <w:t xml:space="preserve">. Zdefiniuje pojęcie „ja” </w:t>
            </w:r>
            <w:r w:rsidR="00CB24D5" w:rsidRPr="00FF7544">
              <w:rPr>
                <w:rFonts w:ascii="Corbel" w:hAnsi="Corbel" w:cstheme="minorHAnsi"/>
              </w:rPr>
              <w:t xml:space="preserve">. </w:t>
            </w:r>
            <w:r w:rsidR="00525C5A" w:rsidRPr="00FF7544">
              <w:rPr>
                <w:rFonts w:ascii="Corbel" w:hAnsi="Corbel" w:cstheme="minorHAnsi"/>
              </w:rPr>
              <w:t xml:space="preserve"> </w:t>
            </w:r>
            <w:r w:rsidR="006D5553" w:rsidRPr="00FF7544">
              <w:rPr>
                <w:rFonts w:ascii="Corbel" w:hAnsi="Corbel" w:cstheme="minorHAnsi"/>
              </w:rPr>
              <w:t>Student</w:t>
            </w:r>
            <w:r w:rsidR="00A215D2" w:rsidRPr="00FF7544">
              <w:rPr>
                <w:rFonts w:ascii="Corbel" w:hAnsi="Corbel" w:cstheme="minorHAnsi"/>
              </w:rPr>
              <w:t xml:space="preserve"> zdefiniuje pojęcie </w:t>
            </w:r>
            <w:r w:rsidR="006D5553" w:rsidRPr="00FF7544">
              <w:rPr>
                <w:rFonts w:ascii="Corbel" w:hAnsi="Corbel" w:cstheme="minorHAnsi"/>
              </w:rPr>
              <w:t>postawy</w:t>
            </w:r>
            <w:r w:rsidR="00A215D2" w:rsidRPr="00FF7544">
              <w:rPr>
                <w:rFonts w:ascii="Corbel" w:hAnsi="Corbel" w:cstheme="minorHAnsi"/>
              </w:rPr>
              <w:t xml:space="preserve">. </w:t>
            </w:r>
            <w:r w:rsidR="000B70A5" w:rsidRPr="00FF7544">
              <w:rPr>
                <w:rFonts w:ascii="Corbel" w:hAnsi="Corbel" w:cs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14:paraId="3754E0A3" w14:textId="77777777" w:rsidR="007F476F" w:rsidRPr="00FF7544" w:rsidRDefault="00FE34F5" w:rsidP="009B53BB">
            <w:pPr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K-W01</w:t>
            </w:r>
          </w:p>
        </w:tc>
      </w:tr>
      <w:tr w:rsidR="00D35B76" w:rsidRPr="00FF7544" w14:paraId="67CE40EC" w14:textId="77777777" w:rsidTr="00E174FD">
        <w:tc>
          <w:tcPr>
            <w:tcW w:w="1701" w:type="dxa"/>
          </w:tcPr>
          <w:p w14:paraId="3AAEDB31" w14:textId="77777777" w:rsidR="00D35B76" w:rsidRPr="00FF7544" w:rsidRDefault="00525C5A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EK_2</w:t>
            </w:r>
          </w:p>
          <w:p w14:paraId="611BAD75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DDA465B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9C9FDA1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513EAF9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2A11FF" w14:textId="13454596" w:rsidR="00D35B76" w:rsidRPr="00FF7544" w:rsidRDefault="0014178A" w:rsidP="00367317">
            <w:pPr>
              <w:pStyle w:val="Bezodstpw"/>
              <w:rPr>
                <w:rFonts w:ascii="Corbel" w:hAnsi="Corbel" w:cstheme="minorHAnsi"/>
                <w:b/>
                <w:smallCaps/>
              </w:rPr>
            </w:pPr>
            <w:r w:rsidRPr="00FF7544">
              <w:rPr>
                <w:rFonts w:ascii="Corbel" w:hAnsi="Corbel" w:cstheme="minorHAnsi"/>
              </w:rPr>
              <w:t>W</w:t>
            </w:r>
            <w:r w:rsidR="006C7F34" w:rsidRPr="00FF7544">
              <w:rPr>
                <w:rFonts w:ascii="Corbel" w:hAnsi="Corbel" w:cstheme="minorHAnsi"/>
              </w:rPr>
              <w:t xml:space="preserve">ymieni i omówi główne teorie psychologii społecznej, w szczególności w odniesieniu do </w:t>
            </w:r>
            <w:r w:rsidR="00005F37" w:rsidRPr="00FF7544">
              <w:rPr>
                <w:rFonts w:ascii="Corbel" w:hAnsi="Corbel" w:cstheme="minorHAnsi"/>
              </w:rPr>
              <w:t>zagadnienia</w:t>
            </w:r>
            <w:r w:rsidR="006C7F34" w:rsidRPr="00FF7544">
              <w:rPr>
                <w:rFonts w:ascii="Corbel" w:hAnsi="Corbel" w:cstheme="minorHAnsi"/>
              </w:rPr>
              <w:t xml:space="preserve"> grup</w:t>
            </w:r>
            <w:r w:rsidR="00005F37" w:rsidRPr="00FF7544">
              <w:rPr>
                <w:rFonts w:ascii="Corbel" w:hAnsi="Corbel" w:cstheme="minorHAnsi"/>
              </w:rPr>
              <w:t>y</w:t>
            </w:r>
            <w:r w:rsidR="00100C66" w:rsidRPr="00FF7544">
              <w:rPr>
                <w:rFonts w:ascii="Corbel" w:hAnsi="Corbel" w:cstheme="minorHAnsi"/>
              </w:rPr>
              <w:t xml:space="preserve"> i spostrzegania społecznego</w:t>
            </w:r>
            <w:r w:rsidR="00005F37" w:rsidRPr="00FF7544">
              <w:rPr>
                <w:rFonts w:ascii="Corbel" w:hAnsi="Corbel" w:cstheme="minorHAnsi"/>
              </w:rPr>
              <w:t xml:space="preserve">. </w:t>
            </w:r>
            <w:r w:rsidR="00367317" w:rsidRPr="00FF7544">
              <w:rPr>
                <w:rFonts w:ascii="Corbel" w:hAnsi="Corbel" w:cstheme="minorHAnsi"/>
              </w:rPr>
              <w:t xml:space="preserve"> </w:t>
            </w:r>
          </w:p>
        </w:tc>
        <w:tc>
          <w:tcPr>
            <w:tcW w:w="1873" w:type="dxa"/>
          </w:tcPr>
          <w:p w14:paraId="41013EAD" w14:textId="77777777" w:rsidR="00D35B76" w:rsidRPr="00FF7544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FF7544" w14:paraId="3DF7A574" w14:textId="77777777" w:rsidTr="00E174FD">
        <w:tc>
          <w:tcPr>
            <w:tcW w:w="1701" w:type="dxa"/>
          </w:tcPr>
          <w:p w14:paraId="6E9D81E9" w14:textId="77777777" w:rsidR="00D35B76" w:rsidRPr="00FF7544" w:rsidRDefault="00100C6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2B8DC23B" w14:textId="19D4DD7D" w:rsidR="00D35B76" w:rsidRPr="00FF7544" w:rsidRDefault="0014178A" w:rsidP="00A215D2">
            <w:pPr>
              <w:pStyle w:val="Default"/>
              <w:rPr>
                <w:rFonts w:ascii="Corbel" w:hAnsi="Corbel" w:cstheme="minorHAnsi"/>
                <w:color w:val="auto"/>
              </w:rPr>
            </w:pPr>
            <w:r w:rsidRPr="00FF7544">
              <w:rPr>
                <w:rFonts w:ascii="Corbel" w:hAnsi="Corbel" w:cstheme="minorHAnsi"/>
              </w:rPr>
              <w:t>S</w:t>
            </w:r>
            <w:r w:rsidR="00A215D2" w:rsidRPr="00FF7544">
              <w:rPr>
                <w:rFonts w:ascii="Corbel" w:hAnsi="Corbel" w:cstheme="minorHAnsi"/>
              </w:rPr>
              <w:t xml:space="preserve">charakteryzuje zjawiska grupowe. </w:t>
            </w:r>
            <w:r w:rsidR="000277DF" w:rsidRPr="00FF7544">
              <w:rPr>
                <w:rFonts w:ascii="Corbel" w:hAnsi="Corbel" w:cstheme="minorHAnsi"/>
                <w:color w:val="auto"/>
              </w:rPr>
              <w:t>Student wyjaśni scharakt</w:t>
            </w:r>
            <w:r w:rsidR="00202D9E" w:rsidRPr="00FF7544">
              <w:rPr>
                <w:rFonts w:ascii="Corbel" w:hAnsi="Corbel" w:cstheme="minorHAnsi"/>
                <w:color w:val="auto"/>
              </w:rPr>
              <w:t>eryzuje</w:t>
            </w:r>
            <w:r w:rsidR="000277DF" w:rsidRPr="00FF7544">
              <w:rPr>
                <w:rFonts w:ascii="Corbel" w:hAnsi="Corbel" w:cstheme="minorHAnsi"/>
              </w:rPr>
              <w:t xml:space="preserve"> kształtowanie się i rolę struktury „ja”  w zjawiskach grupowych</w:t>
            </w:r>
            <w:r w:rsidR="000277DF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202D9E" w:rsidRPr="00FF7544">
              <w:rPr>
                <w:rFonts w:ascii="Corbel" w:hAnsi="Corbel" w:cstheme="minorHAnsi"/>
                <w:color w:val="auto"/>
              </w:rPr>
              <w:t xml:space="preserve">. </w:t>
            </w:r>
            <w:r w:rsidR="00137CC2" w:rsidRPr="00FF7544">
              <w:rPr>
                <w:rFonts w:ascii="Corbel" w:hAnsi="Corbel" w:cstheme="minorHAnsi"/>
                <w:color w:val="auto"/>
              </w:rPr>
              <w:t>Student scharakteryzuje wpływ grupy na zachowanie człowieka</w:t>
            </w:r>
            <w:r w:rsidR="001E57D8" w:rsidRPr="00FF7544">
              <w:rPr>
                <w:rFonts w:ascii="Corbel" w:hAnsi="Corbel" w:cstheme="minorHAnsi"/>
                <w:color w:val="auto"/>
              </w:rPr>
              <w:t>. Zastosuje pojęcie konformizmu</w:t>
            </w:r>
            <w:r w:rsidR="00DD66D9" w:rsidRPr="00FF7544">
              <w:rPr>
                <w:rFonts w:ascii="Corbel" w:hAnsi="Corbel" w:cstheme="minorHAnsi"/>
                <w:color w:val="auto"/>
              </w:rPr>
              <w:t xml:space="preserve"> i syndromu myślenia grupowego 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do wyj</w:t>
            </w:r>
            <w:r w:rsidR="00DD66D9" w:rsidRPr="00FF7544">
              <w:rPr>
                <w:rFonts w:ascii="Corbel" w:hAnsi="Corbel" w:cstheme="minorHAnsi"/>
                <w:color w:val="auto"/>
              </w:rPr>
              <w:t>aśnienia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zjawisk zachodzących w </w:t>
            </w:r>
            <w:r w:rsidR="00647CA0" w:rsidRPr="00FF7544">
              <w:rPr>
                <w:rFonts w:ascii="Corbel" w:hAnsi="Corbel" w:cstheme="minorHAnsi"/>
                <w:color w:val="auto"/>
              </w:rPr>
              <w:t>grupie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647CA0" w:rsidRPr="00FF7544">
              <w:rPr>
                <w:rFonts w:ascii="Corbel" w:hAnsi="Corbel" w:cstheme="minorHAnsi"/>
                <w:color w:val="auto"/>
              </w:rPr>
              <w:t>rówieśniczej</w:t>
            </w:r>
            <w:r w:rsidR="00DD66D9" w:rsidRPr="00FF7544">
              <w:rPr>
                <w:rFonts w:ascii="Corbel" w:hAnsi="Corbel" w:cstheme="minorHAnsi"/>
                <w:color w:val="auto"/>
              </w:rPr>
              <w:t xml:space="preserve"> przewidywania </w:t>
            </w:r>
            <w:r w:rsidR="00647CA0" w:rsidRPr="00FF7544">
              <w:rPr>
                <w:rFonts w:ascii="Corbel" w:hAnsi="Corbel" w:cstheme="minorHAnsi"/>
                <w:color w:val="auto"/>
              </w:rPr>
              <w:t>ich konsekwencji</w:t>
            </w:r>
            <w:r w:rsidR="001E57D8" w:rsidRPr="00FF7544">
              <w:rPr>
                <w:rFonts w:ascii="Corbel" w:hAnsi="Corbel" w:cstheme="minorHAnsi"/>
                <w:color w:val="auto"/>
              </w:rPr>
              <w:t>.</w:t>
            </w:r>
            <w:r w:rsidR="002D0F3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2D0F32" w:rsidRPr="00FF7544">
              <w:rPr>
                <w:rFonts w:ascii="Corbel" w:hAnsi="Corbel" w:cstheme="minorHAnsi"/>
              </w:rPr>
              <w:t xml:space="preserve">Opisze konsekwencje społeczne stereotypów i </w:t>
            </w:r>
            <w:r w:rsidR="00202D9E" w:rsidRPr="00FF7544">
              <w:rPr>
                <w:rFonts w:ascii="Corbel" w:hAnsi="Corbel" w:cstheme="minorHAnsi"/>
              </w:rPr>
              <w:t>uprzedzeń</w:t>
            </w:r>
            <w:r w:rsidR="002D0F32" w:rsidRPr="00FF7544">
              <w:rPr>
                <w:rFonts w:ascii="Corbel" w:hAnsi="Corbel" w:cstheme="minorHAnsi"/>
              </w:rPr>
              <w:t>.</w:t>
            </w:r>
          </w:p>
        </w:tc>
        <w:tc>
          <w:tcPr>
            <w:tcW w:w="1873" w:type="dxa"/>
          </w:tcPr>
          <w:p w14:paraId="78610B33" w14:textId="77777777" w:rsidR="00D35B76" w:rsidRPr="00FF7544" w:rsidRDefault="00100C66" w:rsidP="009B53BB">
            <w:pPr>
              <w:pStyle w:val="Default"/>
              <w:jc w:val="center"/>
              <w:rPr>
                <w:rFonts w:ascii="Corbel" w:hAnsi="Corbel" w:cstheme="minorHAnsi"/>
                <w:smallCaps/>
              </w:rPr>
            </w:pPr>
            <w:r w:rsidRPr="00FF7544">
              <w:rPr>
                <w:rFonts w:ascii="Corbel" w:hAnsi="Corbel" w:cstheme="minorHAnsi"/>
                <w:smallCaps/>
              </w:rPr>
              <w:t>K</w:t>
            </w:r>
            <w:r w:rsidRPr="00FF7544">
              <w:rPr>
                <w:rFonts w:ascii="Corbel" w:hAnsi="Corbel" w:cstheme="minorHAnsi"/>
                <w:smallCaps/>
              </w:rPr>
              <w:softHyphen/>
              <w:t>_U01</w:t>
            </w:r>
          </w:p>
        </w:tc>
      </w:tr>
      <w:tr w:rsidR="00D35B76" w:rsidRPr="00FF7544" w14:paraId="564D3142" w14:textId="77777777" w:rsidTr="00E174FD">
        <w:tc>
          <w:tcPr>
            <w:tcW w:w="1701" w:type="dxa"/>
          </w:tcPr>
          <w:p w14:paraId="60932BC7" w14:textId="77777777" w:rsidR="00D35B76" w:rsidRPr="00FF7544" w:rsidRDefault="00647CA0" w:rsidP="00C376F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09036CEE" w14:textId="71C9D99D" w:rsidR="00D35B76" w:rsidRPr="00FF7544" w:rsidRDefault="0014178A" w:rsidP="00CA428A">
            <w:pPr>
              <w:pStyle w:val="Default"/>
              <w:rPr>
                <w:rFonts w:ascii="Corbel" w:hAnsi="Corbel" w:cstheme="minorHAnsi"/>
                <w:color w:val="auto"/>
              </w:rPr>
            </w:pPr>
            <w:r w:rsidRPr="00FF7544">
              <w:rPr>
                <w:rFonts w:ascii="Corbel" w:hAnsi="Corbel" w:cstheme="minorHAnsi"/>
                <w:color w:val="auto"/>
              </w:rPr>
              <w:t xml:space="preserve">Wyrazi wyważoną opinię na </w:t>
            </w:r>
            <w:r w:rsidR="00114DB0" w:rsidRPr="00FF7544">
              <w:rPr>
                <w:rFonts w:ascii="Corbel" w:hAnsi="Corbel" w:cstheme="minorHAnsi"/>
                <w:color w:val="auto"/>
              </w:rPr>
              <w:t xml:space="preserve"> temat innych ludzi w szczególności w odniesieniu do których powstają uprzedzenia.</w:t>
            </w:r>
            <w:r w:rsidR="00FF4EF8" w:rsidRPr="00FF7544">
              <w:rPr>
                <w:rFonts w:ascii="Corbel" w:hAnsi="Corbel" w:cstheme="minorHAnsi"/>
                <w:color w:val="auto"/>
              </w:rPr>
              <w:t xml:space="preserve"> Student zachowa otwartość na poglądy innych, podejmie dyskusje w grupie.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Student poprzez </w:t>
            </w:r>
            <w:r w:rsidR="00CA428A" w:rsidRPr="00FF7544">
              <w:rPr>
                <w:rFonts w:ascii="Corbel" w:hAnsi="Corbel" w:cstheme="minorHAnsi"/>
                <w:color w:val="auto"/>
              </w:rPr>
              <w:t>dyskusje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grupowe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zdiagnozuje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swoje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kompetencje do pracy grupowej i </w:t>
            </w:r>
            <w:r w:rsidR="00CA428A" w:rsidRPr="00FF7544">
              <w:rPr>
                <w:rFonts w:ascii="Corbel" w:hAnsi="Corbel" w:cs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14:paraId="63768EB2" w14:textId="77777777" w:rsidR="00D35B76" w:rsidRPr="00FF7544" w:rsidRDefault="00817926" w:rsidP="009B53BB">
            <w:pPr>
              <w:pStyle w:val="Default"/>
              <w:jc w:val="center"/>
              <w:rPr>
                <w:rFonts w:ascii="Corbel" w:hAnsi="Corbel" w:cstheme="minorHAnsi"/>
                <w:smallCaps/>
              </w:rPr>
            </w:pPr>
            <w:r w:rsidRPr="00FF7544">
              <w:rPr>
                <w:rFonts w:ascii="Corbel" w:hAnsi="Corbel" w:cstheme="minorHAnsi"/>
                <w:smallCaps/>
              </w:rPr>
              <w:t>K_K01</w:t>
            </w:r>
          </w:p>
        </w:tc>
      </w:tr>
    </w:tbl>
    <w:p w14:paraId="6A678EB6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1DABEE0" w14:textId="77777777" w:rsidR="001D7B54" w:rsidRPr="00FF754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FD95A49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069843A" w14:textId="77777777" w:rsidR="0085747A" w:rsidRPr="00FF75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>3.3</w:t>
      </w:r>
      <w:r w:rsidR="001D7B54" w:rsidRPr="00FF7544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FF7544">
        <w:rPr>
          <w:rFonts w:ascii="Corbel" w:hAnsi="Corbel" w:cstheme="minorHAnsi"/>
          <w:b/>
          <w:sz w:val="24"/>
          <w:szCs w:val="24"/>
        </w:rPr>
        <w:t>T</w:t>
      </w:r>
      <w:r w:rsidR="001D7B54" w:rsidRPr="00FF754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FF7544">
        <w:rPr>
          <w:rFonts w:ascii="Corbel" w:hAnsi="Corbel" w:cstheme="minorHAnsi"/>
          <w:sz w:val="24"/>
          <w:szCs w:val="24"/>
        </w:rPr>
        <w:t xml:space="preserve">  </w:t>
      </w:r>
    </w:p>
    <w:p w14:paraId="5B027983" w14:textId="77777777" w:rsidR="0085747A" w:rsidRPr="00FF75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FF7544" w14:paraId="5B856EB0" w14:textId="77777777" w:rsidTr="00E174FD">
        <w:tc>
          <w:tcPr>
            <w:tcW w:w="7229" w:type="dxa"/>
          </w:tcPr>
          <w:p w14:paraId="08FC8BA2" w14:textId="77777777" w:rsidR="00B56E1F" w:rsidRPr="00FF7544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B56E1F" w:rsidRPr="00FF7544" w14:paraId="3AD1175A" w14:textId="77777777" w:rsidTr="00E174FD">
        <w:tc>
          <w:tcPr>
            <w:tcW w:w="7229" w:type="dxa"/>
          </w:tcPr>
          <w:p w14:paraId="28F42F8E" w14:textId="775730D9" w:rsidR="00B56E1F" w:rsidRPr="00FF7544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Podstawowe pojęcia psychologii relacji: </w:t>
            </w:r>
            <w:r w:rsidR="00202D9E" w:rsidRPr="00FF7544">
              <w:rPr>
                <w:rFonts w:ascii="Corbel" w:hAnsi="Corbel" w:cstheme="minorHAnsi"/>
                <w:sz w:val="24"/>
                <w:szCs w:val="24"/>
              </w:rPr>
              <w:t>„</w:t>
            </w:r>
            <w:r w:rsidR="00986879" w:rsidRPr="00FF7544">
              <w:rPr>
                <w:rFonts w:ascii="Corbel" w:hAnsi="Corbel" w:cstheme="minorHAnsi"/>
                <w:sz w:val="24"/>
                <w:szCs w:val="24"/>
              </w:rPr>
              <w:t>ja</w:t>
            </w:r>
            <w:r w:rsidR="00202D9E" w:rsidRPr="00FF7544">
              <w:rPr>
                <w:rFonts w:ascii="Corbel" w:hAnsi="Corbel" w:cstheme="minorHAnsi"/>
                <w:sz w:val="24"/>
                <w:szCs w:val="24"/>
              </w:rPr>
              <w:t>”</w:t>
            </w:r>
            <w:r w:rsidR="00986879" w:rsidRPr="00FF7544">
              <w:rPr>
                <w:rFonts w:ascii="Corbel" w:hAnsi="Corbel" w:cstheme="minorHAnsi"/>
                <w:sz w:val="24"/>
                <w:szCs w:val="24"/>
              </w:rPr>
              <w:t xml:space="preserve"> w świecie społecznym</w:t>
            </w:r>
            <w:r w:rsidR="00CA7EF5" w:rsidRPr="00FF7544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B56E1F" w:rsidRPr="00FF7544" w14:paraId="1365B1E2" w14:textId="77777777" w:rsidTr="00E174FD">
        <w:tc>
          <w:tcPr>
            <w:tcW w:w="7229" w:type="dxa"/>
          </w:tcPr>
          <w:p w14:paraId="0279BD74" w14:textId="77777777" w:rsidR="00B56E1F" w:rsidRPr="00FF7544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FF754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0606C7" w:rsidRPr="00FF7544">
              <w:rPr>
                <w:rFonts w:ascii="Corbel" w:hAnsi="Corbel" w:cstheme="minorHAnsi"/>
                <w:sz w:val="24"/>
                <w:szCs w:val="24"/>
              </w:rPr>
              <w:t>Normy grupowe.</w:t>
            </w:r>
            <w:r w:rsidR="002D0F32" w:rsidRPr="00FF754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A5521" w:rsidRPr="00FF7544">
              <w:rPr>
                <w:rFonts w:ascii="Corbel" w:hAnsi="Corbel" w:cstheme="minorHAnsi"/>
                <w:sz w:val="24"/>
                <w:szCs w:val="24"/>
              </w:rPr>
              <w:t>Socjalizacyjna rola grup.</w:t>
            </w:r>
          </w:p>
        </w:tc>
      </w:tr>
      <w:tr w:rsidR="00CA7EF5" w:rsidRPr="00FF7544" w14:paraId="56B4300D" w14:textId="77777777" w:rsidTr="00E174FD">
        <w:tc>
          <w:tcPr>
            <w:tcW w:w="7229" w:type="dxa"/>
          </w:tcPr>
          <w:p w14:paraId="1B884B0F" w14:textId="716C004C" w:rsidR="00CA7EF5" w:rsidRPr="00FF7544" w:rsidRDefault="00CA7EF5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Uległość wobec autorytetu</w:t>
            </w:r>
          </w:p>
        </w:tc>
      </w:tr>
      <w:tr w:rsidR="00B56E1F" w:rsidRPr="00FF7544" w14:paraId="0B149A84" w14:textId="77777777" w:rsidTr="00E174FD">
        <w:tc>
          <w:tcPr>
            <w:tcW w:w="7229" w:type="dxa"/>
          </w:tcPr>
          <w:p w14:paraId="3F65DB0F" w14:textId="77777777" w:rsidR="00B56E1F" w:rsidRPr="00FF7544" w:rsidRDefault="00B56E1F" w:rsidP="00E174FD">
            <w:pPr>
              <w:jc w:val="both"/>
              <w:rPr>
                <w:rFonts w:ascii="Corbel" w:hAnsi="Corbel" w:cstheme="minorHAnsi"/>
                <w:noProof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14:paraId="4191A285" w14:textId="77777777" w:rsidR="00B56E1F" w:rsidRPr="00FF7544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30787765" w14:textId="77777777" w:rsidR="00FF2081" w:rsidRPr="00FF7544" w:rsidRDefault="00FF2081" w:rsidP="00B56E1F">
      <w:p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</w:p>
    <w:p w14:paraId="1889356F" w14:textId="77777777" w:rsidR="00675843" w:rsidRPr="00FF75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14:paraId="62D3B1B3" w14:textId="77777777" w:rsidR="0085747A" w:rsidRPr="00FF754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E54F9B7" w14:textId="77777777" w:rsidR="0085747A" w:rsidRPr="00FF75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FF7544">
        <w:rPr>
          <w:rFonts w:ascii="Corbel" w:hAnsi="Corbel" w:cstheme="minorHAnsi"/>
          <w:sz w:val="24"/>
          <w:szCs w:val="24"/>
        </w:rPr>
        <w:t xml:space="preserve">, </w:t>
      </w:r>
      <w:r w:rsidRPr="00FF7544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4CFCCB94" w14:textId="77777777" w:rsidR="0085747A" w:rsidRPr="00FF7544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F7544" w14:paraId="346CEC88" w14:textId="77777777" w:rsidTr="00923D7D">
        <w:tc>
          <w:tcPr>
            <w:tcW w:w="9639" w:type="dxa"/>
          </w:tcPr>
          <w:p w14:paraId="191ACE66" w14:textId="77777777" w:rsidR="0085747A" w:rsidRPr="00FF75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5747A" w:rsidRPr="00FF7544" w14:paraId="3F504E9E" w14:textId="77777777" w:rsidTr="00923D7D">
        <w:tc>
          <w:tcPr>
            <w:tcW w:w="9639" w:type="dxa"/>
          </w:tcPr>
          <w:p w14:paraId="51BAF034" w14:textId="77777777" w:rsidR="00DF434C" w:rsidRPr="00FF7544" w:rsidRDefault="00DF434C" w:rsidP="00DF434C">
            <w:pPr>
              <w:spacing w:after="0" w:line="240" w:lineRule="auto"/>
              <w:ind w:firstLine="34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</w:p>
          <w:p w14:paraId="0B9DC9B8" w14:textId="77777777" w:rsidR="0085747A" w:rsidRPr="00FF75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6D5553" w:rsidRPr="00FF7544" w14:paraId="13C36D73" w14:textId="77777777" w:rsidTr="00923D7D">
        <w:tc>
          <w:tcPr>
            <w:tcW w:w="9639" w:type="dxa"/>
          </w:tcPr>
          <w:p w14:paraId="06E4D4C6" w14:textId="77777777" w:rsidR="006D5553" w:rsidRPr="00FF7544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Postawy społeczne. Kształtowanie postaw</w:t>
            </w:r>
            <w:r w:rsidR="008D5A78" w:rsidRPr="00FF7544">
              <w:rPr>
                <w:rFonts w:ascii="Corbel" w:hAnsi="Corbel" w:cstheme="minorHAnsi"/>
                <w:sz w:val="24"/>
                <w:szCs w:val="24"/>
              </w:rPr>
              <w:t>, zmiana postaw.</w:t>
            </w:r>
          </w:p>
        </w:tc>
      </w:tr>
      <w:tr w:rsidR="0085747A" w:rsidRPr="00FF7544" w14:paraId="0614CEE2" w14:textId="77777777" w:rsidTr="00923D7D">
        <w:tc>
          <w:tcPr>
            <w:tcW w:w="9639" w:type="dxa"/>
          </w:tcPr>
          <w:p w14:paraId="4B4A8D20" w14:textId="55065E29" w:rsidR="0085747A" w:rsidRPr="00FF7544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Spostrzeganie społeczne</w:t>
            </w:r>
            <w:r w:rsidR="00CA7EF5" w:rsidRPr="00FF7544">
              <w:rPr>
                <w:rFonts w:ascii="Corbel" w:hAnsi="Corbel" w:cstheme="minorHAnsi"/>
                <w:sz w:val="24"/>
                <w:szCs w:val="24"/>
              </w:rPr>
              <w:t>, zagadnienia podstawowe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606C7" w:rsidRPr="00FF7544">
              <w:rPr>
                <w:rFonts w:ascii="Corbel" w:hAnsi="Corbel" w:cstheme="minorHAnsi"/>
                <w:sz w:val="24"/>
                <w:szCs w:val="24"/>
              </w:rPr>
              <w:t xml:space="preserve">Stereotypy i uprzedzenia. </w:t>
            </w:r>
            <w:r w:rsidR="00367317" w:rsidRPr="00FF7544">
              <w:rPr>
                <w:rFonts w:ascii="Corbel" w:hAnsi="Corbel" w:cstheme="minorHAnsi"/>
                <w:sz w:val="24"/>
                <w:szCs w:val="24"/>
              </w:rPr>
              <w:t>Dyskryminacja.</w:t>
            </w:r>
          </w:p>
        </w:tc>
      </w:tr>
      <w:tr w:rsidR="0085747A" w:rsidRPr="00FF7544" w14:paraId="39080A0D" w14:textId="77777777" w:rsidTr="00923D7D">
        <w:tc>
          <w:tcPr>
            <w:tcW w:w="9639" w:type="dxa"/>
          </w:tcPr>
          <w:p w14:paraId="675167CD" w14:textId="77777777" w:rsidR="0085747A" w:rsidRPr="00FF7544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CA7EF5" w:rsidRPr="00FF7544" w14:paraId="33142CFE" w14:textId="77777777" w:rsidTr="00923D7D">
        <w:tc>
          <w:tcPr>
            <w:tcW w:w="9639" w:type="dxa"/>
          </w:tcPr>
          <w:p w14:paraId="5D9B8A44" w14:textId="2411DAC9" w:rsidR="00CA7EF5" w:rsidRPr="00FF7544" w:rsidRDefault="00CA7EF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Techniki wpływu</w:t>
            </w:r>
          </w:p>
        </w:tc>
      </w:tr>
    </w:tbl>
    <w:p w14:paraId="047661C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C90D219" w14:textId="77777777" w:rsidR="0085747A" w:rsidRPr="00FF754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3.4 Metody dydaktyczne</w:t>
      </w:r>
      <w:r w:rsidRPr="00FF7544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6AD8F0A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F9451BE" w14:textId="00C67673" w:rsidR="0085747A" w:rsidRPr="00FF7544" w:rsidRDefault="00B56E1F" w:rsidP="00B56E1F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DF713B" w:rsidRPr="00FF7544">
        <w:rPr>
          <w:rFonts w:ascii="Corbel" w:hAnsi="Corbel" w:cstheme="minorHAnsi"/>
          <w:b w:val="0"/>
          <w:smallCaps w:val="0"/>
          <w:szCs w:val="24"/>
        </w:rPr>
        <w:t>; ćwiczenia: praca z tekstem, praca w grupach; techniki stymulacji myślenia twórczego.</w:t>
      </w:r>
    </w:p>
    <w:p w14:paraId="1810A63D" w14:textId="77777777" w:rsidR="00E960BB" w:rsidRPr="00FF75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1C63F30" w14:textId="77777777" w:rsidR="0085747A" w:rsidRPr="00FF75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F7544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FF7544">
        <w:rPr>
          <w:rFonts w:ascii="Corbel" w:hAnsi="Corbel" w:cstheme="minorHAnsi"/>
          <w:smallCaps w:val="0"/>
          <w:szCs w:val="24"/>
        </w:rPr>
        <w:t xml:space="preserve"> </w:t>
      </w:r>
    </w:p>
    <w:p w14:paraId="3D72E3C9" w14:textId="77777777" w:rsidR="00923D7D" w:rsidRPr="00FF75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B997D91" w14:textId="77777777" w:rsidR="0085747A" w:rsidRPr="00FF7544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F7544">
        <w:rPr>
          <w:rFonts w:ascii="Corbel" w:hAnsi="Corbel" w:cstheme="minorHAnsi"/>
          <w:smallCaps w:val="0"/>
          <w:szCs w:val="24"/>
        </w:rPr>
        <w:t>uczenia się</w:t>
      </w:r>
    </w:p>
    <w:p w14:paraId="4A7324ED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F7544" w14:paraId="5FEF680C" w14:textId="77777777" w:rsidTr="00C05F44">
        <w:tc>
          <w:tcPr>
            <w:tcW w:w="1985" w:type="dxa"/>
            <w:vAlign w:val="center"/>
          </w:tcPr>
          <w:p w14:paraId="3E5C7EAD" w14:textId="77777777" w:rsidR="0085747A" w:rsidRPr="00FF75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47FDF" w14:textId="77777777" w:rsidR="0085747A" w:rsidRPr="00FF754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95A83B9" w14:textId="77777777" w:rsidR="0085747A" w:rsidRPr="00FF75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7C37D6" w14:textId="77777777" w:rsidR="00923D7D" w:rsidRPr="00FF75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876C84F" w14:textId="77777777" w:rsidR="0085747A" w:rsidRPr="00FF75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F7544" w14:paraId="61A942BE" w14:textId="77777777" w:rsidTr="00C05F44">
        <w:tc>
          <w:tcPr>
            <w:tcW w:w="1985" w:type="dxa"/>
          </w:tcPr>
          <w:p w14:paraId="7E777D08" w14:textId="77777777" w:rsidR="0085747A" w:rsidRPr="00FF7544" w:rsidRDefault="00202D9E" w:rsidP="00202D9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14:paraId="49049298" w14:textId="77777777" w:rsidR="0085747A" w:rsidRPr="00FF7544" w:rsidRDefault="00216238" w:rsidP="0021623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A9360D" w:rsidRPr="00FF7544">
              <w:rPr>
                <w:rFonts w:ascii="Corbel" w:hAnsi="Corbel" w:cstheme="minorHAnsi"/>
                <w:b w:val="0"/>
                <w:szCs w:val="24"/>
              </w:rPr>
              <w:t xml:space="preserve">, </w:t>
            </w:r>
            <w:proofErr w:type="spellStart"/>
            <w:r w:rsidR="00A9360D" w:rsidRPr="00FF7544">
              <w:rPr>
                <w:rFonts w:ascii="Corbel" w:hAnsi="Corbel" w:cstheme="minorHAnsi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14:paraId="4F78A044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A9360D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85747A" w:rsidRPr="00FF7544" w14:paraId="675DB370" w14:textId="77777777" w:rsidTr="00C05F44">
        <w:tc>
          <w:tcPr>
            <w:tcW w:w="1985" w:type="dxa"/>
          </w:tcPr>
          <w:p w14:paraId="35725E66" w14:textId="77777777" w:rsidR="0085747A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14:paraId="7F9C2DB1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6942E1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591D9CF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6942E1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2B7C59" w:rsidRPr="00FF7544" w14:paraId="787D95E8" w14:textId="77777777" w:rsidTr="00C05F44">
        <w:tc>
          <w:tcPr>
            <w:tcW w:w="1985" w:type="dxa"/>
          </w:tcPr>
          <w:p w14:paraId="10B9B658" w14:textId="77777777" w:rsidR="002B7C59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14:paraId="3F94FB9A" w14:textId="77777777" w:rsidR="002B7C59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0A0D5C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850E2C" w14:textId="77777777" w:rsidR="002B7C59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0A0D5C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2B7C59" w:rsidRPr="00FF7544" w14:paraId="6701141C" w14:textId="77777777" w:rsidTr="00C05F44">
        <w:tc>
          <w:tcPr>
            <w:tcW w:w="1985" w:type="dxa"/>
          </w:tcPr>
          <w:p w14:paraId="04ECE304" w14:textId="77777777" w:rsidR="002B7C59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14:paraId="0ECDBC24" w14:textId="77777777" w:rsidR="002B7C59" w:rsidRPr="00FF7544" w:rsidRDefault="000A0D5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B76096" w14:textId="77777777" w:rsidR="002B7C59" w:rsidRPr="00FF7544" w:rsidRDefault="000A0D5C" w:rsidP="000A0D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F7544">
              <w:rPr>
                <w:rFonts w:ascii="Corbel" w:hAnsi="Corbel" w:cstheme="minorHAnsi"/>
                <w:b w:val="0"/>
                <w:szCs w:val="24"/>
              </w:rPr>
              <w:t>ćw</w:t>
            </w:r>
            <w:proofErr w:type="spellEnd"/>
          </w:p>
        </w:tc>
      </w:tr>
    </w:tbl>
    <w:p w14:paraId="2F6D6A2A" w14:textId="77777777" w:rsidR="00923D7D" w:rsidRPr="00FF754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38E87A1" w14:textId="77777777" w:rsidR="0085747A" w:rsidRPr="00FF754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F7544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FF7544">
        <w:rPr>
          <w:rFonts w:ascii="Corbel" w:hAnsi="Corbel" w:cstheme="minorHAnsi"/>
          <w:smallCaps w:val="0"/>
          <w:szCs w:val="24"/>
        </w:rPr>
        <w:t xml:space="preserve"> </w:t>
      </w:r>
    </w:p>
    <w:p w14:paraId="5DF5F212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lastRenderedPageBreak/>
        <w:t>1. pozytywna ocena z egzaminu pisemnego – trzy zagadnienia do samodzielnego opracowania lub test</w:t>
      </w:r>
    </w:p>
    <w:p w14:paraId="3F547A6D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kryteria</w:t>
      </w:r>
      <w:r w:rsidR="00AF267A" w:rsidRPr="00FF7544">
        <w:rPr>
          <w:rFonts w:ascii="Corbel" w:hAnsi="Corbel" w:cstheme="minorHAnsi"/>
          <w:b w:val="0"/>
          <w:smallCaps w:val="0"/>
          <w:szCs w:val="24"/>
        </w:rPr>
        <w:t xml:space="preserve"> dotyczące egzaminu z trzech zagadnień</w:t>
      </w:r>
      <w:r w:rsidR="003016CC" w:rsidRPr="00FF7544">
        <w:rPr>
          <w:rFonts w:ascii="Corbel" w:hAnsi="Corbel" w:cstheme="minorHAnsi"/>
          <w:b w:val="0"/>
          <w:smallCaps w:val="0"/>
          <w:szCs w:val="24"/>
        </w:rPr>
        <w:t xml:space="preserve"> – punktacja orientacyjna</w:t>
      </w:r>
      <w:r w:rsidRPr="00FF7544">
        <w:rPr>
          <w:rFonts w:ascii="Corbel" w:hAnsi="Corbel" w:cstheme="minorHAnsi"/>
          <w:b w:val="0"/>
          <w:smallCaps w:val="0"/>
          <w:szCs w:val="24"/>
        </w:rPr>
        <w:t>:</w:t>
      </w:r>
    </w:p>
    <w:p w14:paraId="26E971EE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 xml:space="preserve">0-2,5 pkt – </w:t>
      </w:r>
      <w:proofErr w:type="spellStart"/>
      <w:r w:rsidRPr="00FF7544">
        <w:rPr>
          <w:rFonts w:ascii="Corbel" w:hAnsi="Corbel" w:cstheme="minorHAnsi"/>
          <w:b w:val="0"/>
          <w:smallCaps w:val="0"/>
          <w:szCs w:val="24"/>
        </w:rPr>
        <w:t>n</w:t>
      </w:r>
      <w:r w:rsidR="001A2B4E" w:rsidRPr="00FF7544">
        <w:rPr>
          <w:rFonts w:ascii="Corbel" w:hAnsi="Corbel" w:cstheme="minorHAnsi"/>
          <w:b w:val="0"/>
          <w:smallCaps w:val="0"/>
          <w:szCs w:val="24"/>
        </w:rPr>
        <w:t>d</w:t>
      </w:r>
      <w:r w:rsidRPr="00FF7544">
        <w:rPr>
          <w:rFonts w:ascii="Corbel" w:hAnsi="Corbel" w:cstheme="minorHAnsi"/>
          <w:b w:val="0"/>
          <w:smallCaps w:val="0"/>
          <w:szCs w:val="24"/>
        </w:rPr>
        <w:t>st</w:t>
      </w:r>
      <w:proofErr w:type="spellEnd"/>
      <w:r w:rsidRPr="00FF7544">
        <w:rPr>
          <w:rFonts w:ascii="Corbel" w:hAnsi="Corbel" w:cstheme="minorHAnsi"/>
          <w:b w:val="0"/>
          <w:smallCaps w:val="0"/>
          <w:szCs w:val="24"/>
        </w:rPr>
        <w:t>.</w:t>
      </w:r>
    </w:p>
    <w:p w14:paraId="64C47221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 xml:space="preserve">3 pkt – </w:t>
      </w:r>
      <w:proofErr w:type="spellStart"/>
      <w:r w:rsidRPr="00FF7544">
        <w:rPr>
          <w:rFonts w:ascii="Corbel" w:hAnsi="Corbel" w:cstheme="minorHAnsi"/>
          <w:b w:val="0"/>
          <w:smallCaps w:val="0"/>
          <w:szCs w:val="24"/>
        </w:rPr>
        <w:t>dst</w:t>
      </w:r>
      <w:proofErr w:type="spellEnd"/>
    </w:p>
    <w:p w14:paraId="5F5B3E71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 xml:space="preserve">3,5 pkt – </w:t>
      </w:r>
      <w:proofErr w:type="spellStart"/>
      <w:r w:rsidRPr="00FF7544">
        <w:rPr>
          <w:rFonts w:ascii="Corbel" w:hAnsi="Corbel" w:cstheme="minorHAnsi"/>
          <w:b w:val="0"/>
          <w:smallCaps w:val="0"/>
          <w:szCs w:val="24"/>
        </w:rPr>
        <w:t>dst</w:t>
      </w:r>
      <w:proofErr w:type="spellEnd"/>
      <w:r w:rsidRPr="00FF7544">
        <w:rPr>
          <w:rFonts w:ascii="Corbel" w:hAnsi="Corbel" w:cstheme="minorHAnsi"/>
          <w:b w:val="0"/>
          <w:smallCaps w:val="0"/>
          <w:szCs w:val="24"/>
        </w:rPr>
        <w:t xml:space="preserve"> plus</w:t>
      </w:r>
    </w:p>
    <w:p w14:paraId="4A7768D1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 xml:space="preserve">4-5 pkt – </w:t>
      </w:r>
      <w:proofErr w:type="spellStart"/>
      <w:r w:rsidRPr="00FF7544">
        <w:rPr>
          <w:rFonts w:ascii="Corbel" w:hAnsi="Corbel" w:cstheme="minorHAnsi"/>
          <w:b w:val="0"/>
          <w:smallCaps w:val="0"/>
          <w:szCs w:val="24"/>
        </w:rPr>
        <w:t>db</w:t>
      </w:r>
      <w:proofErr w:type="spellEnd"/>
    </w:p>
    <w:p w14:paraId="61FCE5C0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 xml:space="preserve">5,5 pkt </w:t>
      </w:r>
      <w:proofErr w:type="spellStart"/>
      <w:r w:rsidRPr="00FF7544">
        <w:rPr>
          <w:rFonts w:ascii="Corbel" w:hAnsi="Corbel" w:cstheme="minorHAnsi"/>
          <w:b w:val="0"/>
          <w:smallCaps w:val="0"/>
          <w:szCs w:val="24"/>
        </w:rPr>
        <w:t>db</w:t>
      </w:r>
      <w:proofErr w:type="spellEnd"/>
      <w:r w:rsidRPr="00FF7544">
        <w:rPr>
          <w:rFonts w:ascii="Corbel" w:hAnsi="Corbel" w:cstheme="minorHAnsi"/>
          <w:b w:val="0"/>
          <w:smallCaps w:val="0"/>
          <w:szCs w:val="24"/>
        </w:rPr>
        <w:t xml:space="preserve"> plus</w:t>
      </w:r>
    </w:p>
    <w:p w14:paraId="3E06F00F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 xml:space="preserve">6 pkt – </w:t>
      </w:r>
      <w:proofErr w:type="spellStart"/>
      <w:r w:rsidRPr="00FF7544">
        <w:rPr>
          <w:rFonts w:ascii="Corbel" w:hAnsi="Corbel" w:cstheme="minorHAnsi"/>
          <w:b w:val="0"/>
          <w:smallCaps w:val="0"/>
          <w:szCs w:val="24"/>
        </w:rPr>
        <w:t>bdb</w:t>
      </w:r>
      <w:proofErr w:type="spellEnd"/>
      <w:r w:rsidR="00BA62C8" w:rsidRPr="00FF7544">
        <w:rPr>
          <w:rFonts w:ascii="Corbel" w:hAnsi="Corbel" w:cstheme="minorHAnsi"/>
          <w:b w:val="0"/>
          <w:smallCaps w:val="0"/>
          <w:szCs w:val="24"/>
        </w:rPr>
        <w:t>*</w:t>
      </w:r>
    </w:p>
    <w:p w14:paraId="2B344C36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05C8884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2. obecność na wykładach</w:t>
      </w:r>
      <w:r w:rsidR="001A2B4E" w:rsidRPr="00FF7544">
        <w:rPr>
          <w:rFonts w:ascii="Corbel" w:hAnsi="Corbel" w:cstheme="minorHAnsi"/>
          <w:b w:val="0"/>
          <w:smallCaps w:val="0"/>
          <w:sz w:val="22"/>
        </w:rPr>
        <w:t xml:space="preserve"> i ćwiczeniach</w:t>
      </w:r>
      <w:r w:rsidRPr="00FF7544">
        <w:rPr>
          <w:rFonts w:ascii="Corbel" w:hAnsi="Corbel" w:cstheme="minorHAnsi"/>
          <w:b w:val="0"/>
          <w:smallCaps w:val="0"/>
          <w:sz w:val="22"/>
        </w:rPr>
        <w:t>.</w:t>
      </w:r>
    </w:p>
    <w:p w14:paraId="48EDDBB6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3. pozytywna ocena końcowej pracy zaliczeniowej</w:t>
      </w:r>
    </w:p>
    <w:p w14:paraId="6812B1F4" w14:textId="77777777" w:rsidR="00BA62C8" w:rsidRPr="00FF7544" w:rsidRDefault="00BA62C8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* punktacja ule</w:t>
      </w:r>
      <w:r w:rsidR="00AE1E3E" w:rsidRPr="00FF7544">
        <w:rPr>
          <w:rFonts w:ascii="Corbel" w:hAnsi="Corbel" w:cstheme="minorHAnsi"/>
          <w:b w:val="0"/>
          <w:smallCaps w:val="0"/>
          <w:sz w:val="22"/>
        </w:rPr>
        <w:t>gnie</w:t>
      </w:r>
      <w:r w:rsidRPr="00FF7544">
        <w:rPr>
          <w:rFonts w:ascii="Corbel" w:hAnsi="Corbel" w:cstheme="minorHAnsi"/>
          <w:b w:val="0"/>
          <w:smallCaps w:val="0"/>
          <w:sz w:val="22"/>
        </w:rPr>
        <w:t xml:space="preserve"> zmianie w </w:t>
      </w:r>
      <w:r w:rsidR="00AF267A" w:rsidRPr="00FF7544">
        <w:rPr>
          <w:rFonts w:ascii="Corbel" w:hAnsi="Corbel" w:cstheme="minorHAnsi"/>
          <w:b w:val="0"/>
          <w:smallCaps w:val="0"/>
          <w:sz w:val="22"/>
        </w:rPr>
        <w:t>zależności</w:t>
      </w:r>
      <w:r w:rsidRPr="00FF7544">
        <w:rPr>
          <w:rFonts w:ascii="Corbel" w:hAnsi="Corbel" w:cstheme="minorHAnsi"/>
          <w:b w:val="0"/>
          <w:smallCaps w:val="0"/>
          <w:sz w:val="22"/>
        </w:rPr>
        <w:t xml:space="preserve"> od liczby punktó</w:t>
      </w:r>
      <w:r w:rsidR="00AF267A" w:rsidRPr="00FF7544">
        <w:rPr>
          <w:rFonts w:ascii="Corbel" w:hAnsi="Corbel" w:cstheme="minorHAnsi"/>
          <w:b w:val="0"/>
          <w:smallCaps w:val="0"/>
          <w:sz w:val="22"/>
        </w:rPr>
        <w:t>w przyznawanych na egzaminie testowym</w:t>
      </w:r>
    </w:p>
    <w:p w14:paraId="3041B98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7657DD" w14:textId="77777777" w:rsidR="009F4610" w:rsidRPr="00FF754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FF754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FF7544" w14:paraId="5EA44E14" w14:textId="77777777" w:rsidTr="00E174FD">
        <w:tc>
          <w:tcPr>
            <w:tcW w:w="4962" w:type="dxa"/>
            <w:vAlign w:val="center"/>
          </w:tcPr>
          <w:p w14:paraId="2B15967F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3B5E79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FF7544" w14:paraId="4EA74033" w14:textId="77777777" w:rsidTr="00E174FD">
        <w:tc>
          <w:tcPr>
            <w:tcW w:w="4962" w:type="dxa"/>
          </w:tcPr>
          <w:p w14:paraId="6054347F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96EE72C" w14:textId="07200999" w:rsidR="000C5696" w:rsidRPr="00FF7544" w:rsidRDefault="0014178A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16</w:t>
            </w:r>
          </w:p>
        </w:tc>
      </w:tr>
      <w:tr w:rsidR="000C5696" w:rsidRPr="00FF7544" w14:paraId="22541E51" w14:textId="77777777" w:rsidTr="00E174FD">
        <w:tc>
          <w:tcPr>
            <w:tcW w:w="4962" w:type="dxa"/>
          </w:tcPr>
          <w:p w14:paraId="0156CDBB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3C7A62" w:rsidRPr="00FF7544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7A1F334E" w14:textId="77777777" w:rsidR="00AE1E3E" w:rsidRPr="00FF7544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konsultacje</w:t>
            </w:r>
          </w:p>
          <w:p w14:paraId="1A003645" w14:textId="77777777" w:rsidR="000C5696" w:rsidRPr="00FF7544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152EA88C" w14:textId="0CA57CF2" w:rsidR="000C5696" w:rsidRPr="00FF7544" w:rsidRDefault="004F139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</w:p>
          <w:p w14:paraId="609A8102" w14:textId="584A26D5" w:rsidR="003C7A62" w:rsidRPr="00FF7544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0C5696" w:rsidRPr="00FF7544" w14:paraId="71C15032" w14:textId="77777777" w:rsidTr="00E174FD">
        <w:tc>
          <w:tcPr>
            <w:tcW w:w="4962" w:type="dxa"/>
          </w:tcPr>
          <w:p w14:paraId="101BD52E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F754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16CE11B1" w14:textId="77777777" w:rsidR="00DD2EEE" w:rsidRPr="00FF7544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1. </w:t>
            </w:r>
            <w:r w:rsidR="000C5696" w:rsidRPr="00FF7544">
              <w:rPr>
                <w:rFonts w:ascii="Corbel" w:hAnsi="Corbel" w:cstheme="minorHAnsi"/>
                <w:sz w:val="24"/>
                <w:szCs w:val="24"/>
              </w:rPr>
              <w:t xml:space="preserve">przygotowanie do </w:t>
            </w:r>
            <w:r w:rsidR="003C7A62" w:rsidRPr="00FF7544">
              <w:rPr>
                <w:rFonts w:ascii="Corbel" w:hAnsi="Corbel" w:cstheme="minorHAnsi"/>
                <w:sz w:val="24"/>
                <w:szCs w:val="24"/>
              </w:rPr>
              <w:t xml:space="preserve">zajęć ćwiczeniowych </w:t>
            </w:r>
            <w:r w:rsidR="00DD2EEE" w:rsidRPr="00FF7544">
              <w:rPr>
                <w:rFonts w:ascii="Corbel" w:hAnsi="Corbel" w:cstheme="minorHAnsi"/>
                <w:sz w:val="24"/>
                <w:szCs w:val="24"/>
              </w:rPr>
              <w:t xml:space="preserve">– studiowanie literatury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, przygotowanie do kolokwium</w:t>
            </w:r>
          </w:p>
          <w:p w14:paraId="7A896DD1" w14:textId="77777777" w:rsidR="000C5696" w:rsidRPr="00FF7544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2. </w:t>
            </w:r>
            <w:r w:rsidR="00DD2EEE" w:rsidRPr="00FF7544">
              <w:rPr>
                <w:rFonts w:ascii="Corbel" w:hAnsi="Corbel" w:cstheme="minorHAnsi"/>
                <w:sz w:val="24"/>
                <w:szCs w:val="24"/>
              </w:rPr>
              <w:t>przygotowanie do egzaminu</w:t>
            </w:r>
            <w:r w:rsidR="00DA323B" w:rsidRPr="00FF7544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546E5D0" w14:textId="69E230A5" w:rsidR="000C5696" w:rsidRPr="00FF7544" w:rsidRDefault="004F139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49</w:t>
            </w:r>
          </w:p>
          <w:p w14:paraId="0BEB0BD9" w14:textId="77777777" w:rsidR="00DD2EEE" w:rsidRPr="00FF7544" w:rsidRDefault="00DD2EEE" w:rsidP="00E174FD">
            <w:pPr>
              <w:rPr>
                <w:rFonts w:ascii="Corbel" w:hAnsi="Corbel" w:cstheme="minorHAnsi"/>
              </w:rPr>
            </w:pPr>
          </w:p>
          <w:p w14:paraId="5332288C" w14:textId="48E58CFF" w:rsidR="00DD2EEE" w:rsidRPr="00FF7544" w:rsidRDefault="004F1392" w:rsidP="00E174FD">
            <w:pPr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25</w:t>
            </w:r>
          </w:p>
          <w:p w14:paraId="464A5CD9" w14:textId="77777777" w:rsidR="00B73E7B" w:rsidRPr="00FF7544" w:rsidRDefault="00B73E7B" w:rsidP="00E174FD">
            <w:pPr>
              <w:rPr>
                <w:rFonts w:ascii="Corbel" w:hAnsi="Corbel" w:cstheme="minorHAnsi"/>
              </w:rPr>
            </w:pPr>
          </w:p>
          <w:p w14:paraId="2DD8D071" w14:textId="39E50A05" w:rsidR="00DD2EEE" w:rsidRPr="00FF7544" w:rsidRDefault="0014178A" w:rsidP="00E174FD">
            <w:pPr>
              <w:rPr>
                <w:rFonts w:ascii="Corbel" w:hAnsi="Corbel" w:cstheme="minorHAnsi"/>
              </w:rPr>
            </w:pPr>
            <w:r w:rsidRPr="00FF7544">
              <w:rPr>
                <w:rFonts w:ascii="Corbel" w:hAnsi="Corbel" w:cstheme="minorHAnsi"/>
              </w:rPr>
              <w:t>2</w:t>
            </w:r>
            <w:r w:rsidR="004F1392">
              <w:rPr>
                <w:rFonts w:ascii="Corbel" w:hAnsi="Corbel" w:cstheme="minorHAnsi"/>
              </w:rPr>
              <w:t>4</w:t>
            </w:r>
          </w:p>
        </w:tc>
      </w:tr>
      <w:tr w:rsidR="000C5696" w:rsidRPr="00FF7544" w14:paraId="11C38047" w14:textId="77777777" w:rsidTr="00E174FD">
        <w:tc>
          <w:tcPr>
            <w:tcW w:w="4962" w:type="dxa"/>
          </w:tcPr>
          <w:p w14:paraId="202E8381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77B0B9" w14:textId="7052D17E" w:rsidR="000C5696" w:rsidRPr="00FF7544" w:rsidRDefault="00DF713B" w:rsidP="00B73E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0C5696" w:rsidRPr="00FF7544" w14:paraId="063C9356" w14:textId="77777777" w:rsidTr="00E174FD">
        <w:tc>
          <w:tcPr>
            <w:tcW w:w="4962" w:type="dxa"/>
          </w:tcPr>
          <w:p w14:paraId="141CD9D2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DCFF58" w14:textId="78D6DDD2" w:rsidR="000C5696" w:rsidRPr="00FF7544" w:rsidRDefault="00DF713B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ECFED7" w14:textId="77777777" w:rsidR="000C5696" w:rsidRPr="00FF7544" w:rsidRDefault="000C5696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14:paraId="0AF96B94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DA0CEB4" w14:textId="77777777" w:rsidR="0085747A" w:rsidRPr="00FF754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F754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F754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26A33C" w14:textId="77777777" w:rsidR="003E1941" w:rsidRPr="00FF7544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E511874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F7544">
        <w:rPr>
          <w:rFonts w:ascii="Corbel" w:hAnsi="Corbel" w:cstheme="minorHAnsi"/>
          <w:smallCaps w:val="0"/>
          <w:szCs w:val="24"/>
        </w:rPr>
        <w:t>PRAKTYKI ZAWO</w:t>
      </w:r>
      <w:r w:rsidR="009C1331" w:rsidRPr="00FF7544">
        <w:rPr>
          <w:rFonts w:ascii="Corbel" w:hAnsi="Corbel" w:cstheme="minorHAnsi"/>
          <w:smallCaps w:val="0"/>
          <w:szCs w:val="24"/>
        </w:rPr>
        <w:t>DOWE W RAMACH PRZEDMIOTU</w:t>
      </w:r>
    </w:p>
    <w:p w14:paraId="5823E3F2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F7544" w14:paraId="3F930C30" w14:textId="77777777" w:rsidTr="0071620A">
        <w:trPr>
          <w:trHeight w:val="397"/>
        </w:trPr>
        <w:tc>
          <w:tcPr>
            <w:tcW w:w="3544" w:type="dxa"/>
          </w:tcPr>
          <w:p w14:paraId="73EC9187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97E758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F7544" w14:paraId="62EC7AE8" w14:textId="77777777" w:rsidTr="0071620A">
        <w:trPr>
          <w:trHeight w:val="397"/>
        </w:trPr>
        <w:tc>
          <w:tcPr>
            <w:tcW w:w="3544" w:type="dxa"/>
          </w:tcPr>
          <w:p w14:paraId="07475286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35A449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2533EFD3" w14:textId="77777777" w:rsidR="003E1941" w:rsidRPr="00FF7544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4842773" w14:textId="77777777" w:rsidR="0085747A" w:rsidRPr="00FF754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F7544">
        <w:rPr>
          <w:rFonts w:ascii="Corbel" w:hAnsi="Corbel" w:cstheme="minorHAnsi"/>
          <w:smallCaps w:val="0"/>
          <w:szCs w:val="24"/>
        </w:rPr>
        <w:t>LITERATURA</w:t>
      </w:r>
      <w:r w:rsidRPr="00FF754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FF7544" w14:paraId="03EEA8F0" w14:textId="77777777" w:rsidTr="00E174FD">
        <w:trPr>
          <w:trHeight w:val="397"/>
        </w:trPr>
        <w:tc>
          <w:tcPr>
            <w:tcW w:w="7513" w:type="dxa"/>
          </w:tcPr>
          <w:p w14:paraId="6CEA50A6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7424E364" w14:textId="132AA476" w:rsidR="00DA323B" w:rsidRPr="00FF7544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B. (2009). </w:t>
            </w:r>
            <w:r w:rsidRPr="00FF7544">
              <w:rPr>
                <w:rFonts w:ascii="Corbel" w:eastAsia="Times New Roman" w:hAnsi="Corbel" w:cstheme="minorHAnsi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(</w:t>
            </w:r>
            <w:r w:rsidR="00CD5C03"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Rozdziały 2.1, 2.2</w:t>
            </w:r>
            <w:r w:rsidR="00E45F99"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).</w:t>
            </w:r>
          </w:p>
          <w:p w14:paraId="59E56F29" w14:textId="77777777" w:rsidR="007632F4" w:rsidRPr="00FF7544" w:rsidRDefault="007632F4" w:rsidP="007632F4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lastRenderedPageBreak/>
              <w:t>Zimbardo</w:t>
            </w:r>
            <w:proofErr w:type="spellEnd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65F3ED59" w14:textId="77777777" w:rsidR="007632F4" w:rsidRPr="00FF7544" w:rsidRDefault="007632F4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</w:p>
          <w:p w14:paraId="46347388" w14:textId="77777777" w:rsidR="00DA323B" w:rsidRPr="00FF7544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 w:cstheme="minorHAnsi"/>
                <w:szCs w:val="18"/>
              </w:rPr>
            </w:pPr>
            <w:r w:rsidRPr="00FF7544">
              <w:rPr>
                <w:rStyle w:val="apple-style-span"/>
                <w:rFonts w:ascii="Corbel" w:hAnsi="Corbel" w:cstheme="minorHAnsi"/>
                <w:szCs w:val="18"/>
              </w:rPr>
              <w:t xml:space="preserve">Aronson, E. (2014). </w:t>
            </w:r>
            <w:r w:rsidRPr="00FF7544">
              <w:rPr>
                <w:rStyle w:val="apple-style-span"/>
                <w:rFonts w:ascii="Corbel" w:hAnsi="Corbel" w:cstheme="minorHAnsi"/>
                <w:i/>
                <w:szCs w:val="18"/>
              </w:rPr>
              <w:t>Człowiek istota społeczna</w:t>
            </w:r>
            <w:r w:rsidRPr="00FF7544">
              <w:rPr>
                <w:rStyle w:val="apple-style-span"/>
                <w:rFonts w:ascii="Corbel" w:hAnsi="Corbel" w:cstheme="minorHAnsi"/>
                <w:szCs w:val="18"/>
              </w:rPr>
              <w:t>. Warszawa: WN PWN (r. 2,</w:t>
            </w:r>
            <w:r w:rsidR="00875537" w:rsidRPr="00FF7544">
              <w:rPr>
                <w:rStyle w:val="apple-style-span"/>
                <w:rFonts w:ascii="Corbel" w:hAnsi="Corbel" w:cstheme="minorHAnsi"/>
                <w:szCs w:val="18"/>
              </w:rPr>
              <w:t xml:space="preserve"> 7</w:t>
            </w:r>
            <w:r w:rsidRPr="00FF7544">
              <w:rPr>
                <w:rStyle w:val="apple-style-span"/>
                <w:rFonts w:ascii="Corbel" w:hAnsi="Corbel" w:cstheme="minorHAnsi"/>
                <w:szCs w:val="18"/>
              </w:rPr>
              <w:t>).</w:t>
            </w:r>
          </w:p>
          <w:p w14:paraId="55E16F47" w14:textId="643C83CD" w:rsidR="00DF713B" w:rsidRPr="00FF7544" w:rsidRDefault="00DF713B" w:rsidP="008755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Łukasik</w:t>
            </w:r>
            <w:r w:rsidR="009753B8"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A.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 xml:space="preserve">Nienawiść </w:t>
            </w:r>
            <w:r w:rsidR="009753B8"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totalitarna</w:t>
            </w:r>
            <w:r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 xml:space="preserve"> i trauma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Wgląd 2/7/2020</w:t>
            </w:r>
          </w:p>
          <w:p w14:paraId="742A26F3" w14:textId="77777777" w:rsidR="009753B8" w:rsidRPr="00FF7544" w:rsidRDefault="00DF713B" w:rsidP="008755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Dobek, K. </w:t>
            </w:r>
            <w:r w:rsidR="009753B8"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Stereotypy i uprzedzenia</w:t>
            </w:r>
            <w:r w:rsidR="009753B8"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Wgląd, 4/14/ 2021</w:t>
            </w:r>
          </w:p>
          <w:p w14:paraId="5BF7F514" w14:textId="4F652C5B" w:rsidR="00DF713B" w:rsidRPr="00FF7544" w:rsidRDefault="009753B8" w:rsidP="008755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Łukasik, A. </w:t>
            </w:r>
            <w:r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Mózg - istota społeczna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cz. I </w:t>
            </w:r>
            <w:proofErr w:type="spellStart"/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i</w:t>
            </w:r>
            <w:proofErr w:type="spellEnd"/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II, Wgląd2/3/2019</w:t>
            </w:r>
            <w:r w:rsidR="00DF713B"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14:paraId="08C98A88" w14:textId="77777777" w:rsidR="00875537" w:rsidRPr="00FF7544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</w:p>
          <w:p w14:paraId="36D42726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FF7544" w14:paraId="741537A9" w14:textId="77777777" w:rsidTr="00E174FD">
        <w:trPr>
          <w:trHeight w:val="397"/>
        </w:trPr>
        <w:tc>
          <w:tcPr>
            <w:tcW w:w="7513" w:type="dxa"/>
          </w:tcPr>
          <w:p w14:paraId="75D3A147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2DF136F" w14:textId="1C96895D" w:rsidR="00DA323B" w:rsidRPr="00FF7544" w:rsidRDefault="00DA323B" w:rsidP="00E174FD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, R. (2014). </w:t>
            </w:r>
            <w:r w:rsidRPr="00FF7544">
              <w:rPr>
                <w:rFonts w:ascii="Corbel" w:eastAsia="Times New Roman" w:hAnsi="Corbel" w:cs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14:paraId="376E9FEE" w14:textId="77777777" w:rsidR="008327D0" w:rsidRPr="00FF7544" w:rsidRDefault="008327D0" w:rsidP="008327D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Stephen W, Stephen C (1999). Wywieranie wpływu przez grupy, GWP ( r. 4. Tożsamość społeczna)</w:t>
            </w:r>
          </w:p>
          <w:p w14:paraId="56207D2A" w14:textId="77777777" w:rsidR="008327D0" w:rsidRPr="00FF7544" w:rsidRDefault="008327D0" w:rsidP="00E174FD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</w:p>
          <w:p w14:paraId="43DF999F" w14:textId="71601D3E" w:rsidR="00DA323B" w:rsidRPr="00FF7544" w:rsidRDefault="00DA323B" w:rsidP="00DF713B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05327F" w14:textId="77777777" w:rsidR="00DA323B" w:rsidRPr="00FF7544" w:rsidRDefault="00DA323B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B6F25BF" w14:textId="77777777" w:rsidR="00675843" w:rsidRPr="00FF754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2081B14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C03B07F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496D711" w14:textId="77777777" w:rsidR="0085747A" w:rsidRPr="00FF754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F75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967BA" w14:textId="77777777" w:rsidR="00410FD1" w:rsidRDefault="00410FD1" w:rsidP="00C16ABF">
      <w:pPr>
        <w:spacing w:after="0" w:line="240" w:lineRule="auto"/>
      </w:pPr>
      <w:r>
        <w:separator/>
      </w:r>
    </w:p>
  </w:endnote>
  <w:endnote w:type="continuationSeparator" w:id="0">
    <w:p w14:paraId="7705B579" w14:textId="77777777" w:rsidR="00410FD1" w:rsidRDefault="00410F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4117D" w14:textId="77777777" w:rsidR="00410FD1" w:rsidRDefault="00410FD1" w:rsidP="00C16ABF">
      <w:pPr>
        <w:spacing w:after="0" w:line="240" w:lineRule="auto"/>
      </w:pPr>
      <w:r>
        <w:separator/>
      </w:r>
    </w:p>
  </w:footnote>
  <w:footnote w:type="continuationSeparator" w:id="0">
    <w:p w14:paraId="45FB116C" w14:textId="77777777" w:rsidR="00410FD1" w:rsidRDefault="00410FD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0DA9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E26AF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178A"/>
    <w:rsid w:val="00146BC0"/>
    <w:rsid w:val="00153C41"/>
    <w:rsid w:val="00154381"/>
    <w:rsid w:val="001640A7"/>
    <w:rsid w:val="00164FA7"/>
    <w:rsid w:val="001657B3"/>
    <w:rsid w:val="00166633"/>
    <w:rsid w:val="00166A03"/>
    <w:rsid w:val="00170996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0145"/>
    <w:rsid w:val="001F1744"/>
    <w:rsid w:val="001F2CA2"/>
    <w:rsid w:val="00202D9E"/>
    <w:rsid w:val="002144C0"/>
    <w:rsid w:val="00216238"/>
    <w:rsid w:val="00217C4E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0FD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76E10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D5282"/>
    <w:rsid w:val="004F139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64CE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2F4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327D0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367A1"/>
    <w:rsid w:val="009508DF"/>
    <w:rsid w:val="00950DAC"/>
    <w:rsid w:val="00954A07"/>
    <w:rsid w:val="00957FE4"/>
    <w:rsid w:val="009753B8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A7EF5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3B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387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B69"/>
  <w15:docId w15:val="{13FEA918-A39D-495F-A424-ACF3915E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43498-127A-4311-B9AB-2FCEDA4B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966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11</cp:revision>
  <cp:lastPrinted>2020-10-14T11:32:00Z</cp:lastPrinted>
  <dcterms:created xsi:type="dcterms:W3CDTF">2022-05-10T15:37:00Z</dcterms:created>
  <dcterms:modified xsi:type="dcterms:W3CDTF">2022-06-09T10:40:00Z</dcterms:modified>
</cp:coreProperties>
</file>